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EE3E10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EE3E10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EE3E10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EE3E10" w:rsidRDefault="00DF4BDB" w:rsidP="0049069D">
      <w:pPr>
        <w:pStyle w:val="Zkladntext3"/>
        <w:spacing w:line="200" w:lineRule="atLeast"/>
        <w:jc w:val="center"/>
        <w:rPr>
          <w:rFonts w:ascii="Calibri Light" w:hAnsi="Calibri Light" w:cs="Calibri Light"/>
          <w:sz w:val="21"/>
          <w:szCs w:val="21"/>
        </w:rPr>
      </w:pPr>
    </w:p>
    <w:p w14:paraId="136356E0" w14:textId="77777777" w:rsidR="005A0C36" w:rsidRPr="00EE3E10" w:rsidRDefault="00DD4EE9" w:rsidP="005A0C36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Základní </w:t>
      </w:r>
      <w:r w:rsidR="005A0C36" w:rsidRPr="00EE3E10">
        <w:rPr>
          <w:rFonts w:ascii="Calibri Light" w:hAnsi="Calibri Light" w:cs="Calibri Light"/>
          <w:sz w:val="21"/>
          <w:szCs w:val="21"/>
        </w:rPr>
        <w:t>škola Nový Jičín, Komenského 68, příspěvková organizace</w:t>
      </w:r>
    </w:p>
    <w:p w14:paraId="65089A87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Pr="00EE3E10">
        <w:rPr>
          <w:rFonts w:ascii="Calibri Light" w:hAnsi="Calibri Light" w:cs="Calibri Light"/>
          <w:sz w:val="21"/>
          <w:szCs w:val="21"/>
        </w:rPr>
        <w:tab/>
        <w:t>Komenského 1118, 74101 Nový Jičín</w:t>
      </w:r>
    </w:p>
    <w:p w14:paraId="161D0E01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zastoupena: </w:t>
      </w:r>
      <w:r w:rsidRPr="00EE3E10">
        <w:rPr>
          <w:rFonts w:ascii="Calibri Light" w:hAnsi="Calibri Light" w:cs="Calibri Light"/>
          <w:sz w:val="21"/>
          <w:szCs w:val="21"/>
        </w:rPr>
        <w:tab/>
        <w:t>RNDr. Svatavou Hajdovou, ředitelkou</w:t>
      </w:r>
    </w:p>
    <w:p w14:paraId="73AEF17C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00848328</w:t>
      </w:r>
    </w:p>
    <w:p w14:paraId="197319E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CZ00848328 (neplátce DPH)</w:t>
      </w:r>
    </w:p>
    <w:p w14:paraId="6FB6B146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+420 556 708 124</w:t>
      </w:r>
    </w:p>
    <w:p w14:paraId="4EBBC742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e-mail: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EE3E10">
          <w:rPr>
            <w:rStyle w:val="Hypertextovodkaz"/>
            <w:rFonts w:ascii="Calibri Light" w:hAnsi="Calibri Light" w:cs="Calibri Light"/>
            <w:sz w:val="21"/>
            <w:szCs w:val="21"/>
          </w:rPr>
          <w:t>hajdova@zsko68nj.cz</w:t>
        </w:r>
      </w:hyperlink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14D8207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č. účtu: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22437801/0100</w:t>
      </w:r>
    </w:p>
    <w:p w14:paraId="1C85229B" w14:textId="596970EE" w:rsidR="0049069D" w:rsidRPr="00EE3E10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Pr="00E77B47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2C16A4F1" w14:textId="165D7080" w:rsidR="001140BC" w:rsidRPr="00EE3E10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b w:val="0"/>
          <w:bCs w:val="0"/>
          <w:sz w:val="21"/>
          <w:szCs w:val="21"/>
        </w:rPr>
      </w:pP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>2.</w:t>
      </w: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b w:val="0"/>
          <w:bCs w:val="0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end"/>
      </w:r>
      <w:bookmarkEnd w:id="0"/>
      <w:r w:rsidR="001140BC"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</w:p>
    <w:p w14:paraId="7BC28937" w14:textId="05F48445" w:rsidR="00CA502F" w:rsidRPr="00EE3E10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zapsána v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</w:p>
    <w:p w14:paraId="7116F0BF" w14:textId="062F3F61" w:rsidR="000E00FE" w:rsidRPr="00EE3E10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EE3E10">
        <w:rPr>
          <w:rFonts w:ascii="Calibri Light" w:hAnsi="Calibri Light" w:cs="Calibri Light"/>
          <w:sz w:val="21"/>
          <w:szCs w:val="21"/>
        </w:rPr>
        <w:tab/>
      </w:r>
    </w:p>
    <w:p w14:paraId="181ED3A3" w14:textId="397D7295" w:rsidR="001140BC" w:rsidRPr="00EE3E10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zastoupena: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</w:p>
    <w:p w14:paraId="71A9DE9E" w14:textId="69FF3ABE" w:rsidR="001140BC" w:rsidRPr="00EE3E10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1CCE3B67" w14:textId="3295C185" w:rsidR="001140BC" w:rsidRPr="00EE3E10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2EC99664" w14:textId="5079EA10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69B481C" w14:textId="60489810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e-mail: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E29FC1E" w14:textId="51710785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č. účtu:</w:t>
      </w:r>
      <w:r w:rsidR="00DC35F4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81FC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EE3E10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E77B47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EE3E10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EE3E10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77777777" w:rsidR="00BB3E37" w:rsidRPr="00EE3E10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EE3E10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EE3E10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EE3E10">
        <w:rPr>
          <w:rFonts w:ascii="Calibri Light" w:hAnsi="Calibri Light" w:cs="Calibri Light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EE3E10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EE3E10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7777777" w:rsidR="00BB3E37" w:rsidRPr="00EE3E10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I. Předmět a míst</w:t>
      </w:r>
      <w:r w:rsidR="0037446B" w:rsidRPr="00EE3E10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0FD8B98" w:rsidR="00060BB3" w:rsidRPr="00EE3E10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E3E10">
        <w:rPr>
          <w:rFonts w:ascii="Calibri Light" w:hAnsi="Calibri Light" w:cs="Calibri Light"/>
          <w:sz w:val="21"/>
          <w:szCs w:val="21"/>
        </w:rPr>
        <w:t xml:space="preserve">plnění dle této smlouvy je plnění předmětu veřejné zakázky </w:t>
      </w:r>
      <w:r w:rsidRPr="00EE3E10">
        <w:rPr>
          <w:rFonts w:ascii="Calibri Light" w:hAnsi="Calibri Light" w:cs="Calibri Light"/>
          <w:sz w:val="21"/>
          <w:szCs w:val="21"/>
        </w:rPr>
        <w:t>„</w:t>
      </w:r>
      <w:r w:rsidR="00EE3E10">
        <w:rPr>
          <w:rFonts w:ascii="Calibri Light" w:hAnsi="Calibri Light" w:cs="Calibri Light"/>
          <w:sz w:val="21"/>
          <w:szCs w:val="21"/>
        </w:rPr>
        <w:t>ŘEMESLA</w:t>
      </w:r>
      <w:r w:rsidR="005A0C36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– 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DODÁVKA </w:t>
      </w:r>
      <w:r w:rsidR="00AA2E79">
        <w:rPr>
          <w:rFonts w:ascii="Calibri Light" w:hAnsi="Calibri Light" w:cs="Calibri Light"/>
          <w:sz w:val="21"/>
          <w:szCs w:val="21"/>
        </w:rPr>
        <w:t xml:space="preserve">ICT VYBAVENÍ A UČEBNÍCH POMŮCEK – </w:t>
      </w:r>
      <w:r w:rsidR="00C7184D">
        <w:rPr>
          <w:rFonts w:ascii="Calibri Light" w:hAnsi="Calibri Light" w:cs="Calibri Light"/>
          <w:sz w:val="21"/>
          <w:szCs w:val="21"/>
        </w:rPr>
        <w:t>3</w:t>
      </w:r>
      <w:r w:rsidR="00AA2E79">
        <w:rPr>
          <w:rFonts w:ascii="Calibri Light" w:hAnsi="Calibri Light" w:cs="Calibri Light"/>
          <w:sz w:val="21"/>
          <w:szCs w:val="21"/>
        </w:rPr>
        <w:t>. část veřejné zakázky „</w:t>
      </w:r>
      <w:r w:rsidR="00C7184D" w:rsidRPr="00C7184D">
        <w:rPr>
          <w:rFonts w:ascii="Calibri Light" w:hAnsi="Calibri Light" w:cs="Calibri Light"/>
          <w:sz w:val="21"/>
          <w:szCs w:val="21"/>
        </w:rPr>
        <w:t>Dílenské nářadí a pomůcky</w:t>
      </w:r>
      <w:r w:rsidR="00AA2E79">
        <w:rPr>
          <w:rFonts w:ascii="Calibri Light" w:hAnsi="Calibri Light" w:cs="Calibri Light"/>
          <w:sz w:val="21"/>
          <w:szCs w:val="21"/>
        </w:rPr>
        <w:t>“</w:t>
      </w:r>
      <w:r w:rsidR="008423ED" w:rsidRPr="00EE3E10">
        <w:rPr>
          <w:rFonts w:ascii="Calibri Light" w:hAnsi="Calibri Light" w:cs="Calibri Light"/>
          <w:sz w:val="21"/>
          <w:szCs w:val="21"/>
        </w:rPr>
        <w:t xml:space="preserve">“, </w:t>
      </w:r>
      <w:r w:rsidR="00EE3E10">
        <w:rPr>
          <w:rFonts w:ascii="Calibri Light" w:hAnsi="Calibri Light" w:cs="Calibri Light"/>
          <w:sz w:val="21"/>
          <w:szCs w:val="21"/>
        </w:rPr>
        <w:t xml:space="preserve">tj. </w:t>
      </w:r>
      <w:r w:rsidR="00AA2E79" w:rsidRPr="00AA2E79">
        <w:rPr>
          <w:rFonts w:ascii="Calibri Light" w:hAnsi="Calibri Light" w:cs="Calibri Light"/>
          <w:sz w:val="21"/>
          <w:szCs w:val="21"/>
        </w:rPr>
        <w:t xml:space="preserve">dodávka </w:t>
      </w:r>
      <w:r w:rsidR="00C7184D" w:rsidRPr="00C7184D">
        <w:rPr>
          <w:rFonts w:ascii="Calibri Light" w:hAnsi="Calibri Light" w:cs="Calibri Light"/>
          <w:sz w:val="21"/>
          <w:szCs w:val="21"/>
        </w:rPr>
        <w:t>ručního dílenského nářadí na mechanický a elektrický pohon, hrnčířského kruhu a keramické pece a dalších pomůcek a vybavení polytechnických předmětů</w:t>
      </w:r>
      <w:r w:rsidR="00C7184D">
        <w:rPr>
          <w:rFonts w:ascii="Calibri Light" w:hAnsi="Calibri Light" w:cs="Calibri Light"/>
          <w:sz w:val="21"/>
          <w:szCs w:val="21"/>
        </w:rPr>
        <w:t xml:space="preserve"> 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- </w:t>
      </w:r>
      <w:r w:rsidR="006A03D0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77B47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E3E10">
        <w:rPr>
          <w:rFonts w:ascii="Calibri Light" w:hAnsi="Calibri Light" w:cs="Calibri Light"/>
          <w:sz w:val="21"/>
          <w:szCs w:val="21"/>
        </w:rPr>
        <w:t>)</w:t>
      </w:r>
      <w:r w:rsidR="00DD51CA" w:rsidRPr="00EE3E10">
        <w:rPr>
          <w:rFonts w:ascii="Calibri Light" w:hAnsi="Calibri Light" w:cs="Calibri Light"/>
          <w:sz w:val="21"/>
          <w:szCs w:val="21"/>
        </w:rPr>
        <w:t>.</w:t>
      </w:r>
      <w:r w:rsidR="00BD4E65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AA2E79">
        <w:rPr>
          <w:rFonts w:ascii="Calibri Light" w:hAnsi="Calibri Light" w:cs="Calibri Light"/>
          <w:sz w:val="21"/>
          <w:szCs w:val="21"/>
        </w:rPr>
        <w:t>a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>položkové</w:t>
      </w:r>
      <w:r w:rsidR="00DD51CA" w:rsidRPr="00EE3E10">
        <w:rPr>
          <w:rFonts w:ascii="Calibri Light" w:hAnsi="Calibri Light" w:cs="Calibri Light"/>
          <w:sz w:val="21"/>
          <w:szCs w:val="21"/>
        </w:rPr>
        <w:t>mu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A06BDD" w:rsidRPr="00EE3E10">
        <w:rPr>
          <w:rFonts w:ascii="Calibri Light" w:hAnsi="Calibri Light" w:cs="Calibri Light"/>
          <w:sz w:val="21"/>
          <w:szCs w:val="21"/>
        </w:rPr>
        <w:t>r</w:t>
      </w:r>
      <w:r w:rsidR="008D5423" w:rsidRPr="00EE3E10">
        <w:rPr>
          <w:rFonts w:ascii="Calibri Light" w:hAnsi="Calibri Light" w:cs="Calibri Light"/>
          <w:sz w:val="21"/>
          <w:szCs w:val="21"/>
        </w:rPr>
        <w:t>ozsah je</w:t>
      </w:r>
      <w:r w:rsidRPr="00EE3E10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EE3E10">
        <w:rPr>
          <w:rFonts w:ascii="Calibri Light" w:hAnsi="Calibri Light" w:cs="Calibri Light"/>
          <w:sz w:val="21"/>
          <w:szCs w:val="21"/>
        </w:rPr>
        <w:t>v </w:t>
      </w:r>
      <w:r w:rsidR="00F92C66" w:rsidRPr="00EE3E10">
        <w:rPr>
          <w:rFonts w:ascii="Calibri Light" w:hAnsi="Calibri Light" w:cs="Calibri Light"/>
          <w:sz w:val="21"/>
          <w:szCs w:val="21"/>
        </w:rPr>
        <w:t>položkové</w:t>
      </w:r>
      <w:r w:rsidR="007535B4" w:rsidRPr="00EE3E10">
        <w:rPr>
          <w:rFonts w:ascii="Calibri Light" w:hAnsi="Calibri Light" w:cs="Calibri Light"/>
          <w:sz w:val="21"/>
          <w:szCs w:val="21"/>
        </w:rPr>
        <w:t>m</w:t>
      </w:r>
      <w:r w:rsidR="0037446B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A13F8A">
        <w:rPr>
          <w:rFonts w:ascii="Calibri Light" w:hAnsi="Calibri Light" w:cs="Calibri Light"/>
          <w:sz w:val="21"/>
          <w:szCs w:val="21"/>
        </w:rPr>
        <w:t xml:space="preserve"> – příloha č. 1</w:t>
      </w:r>
      <w:r w:rsidR="00160C26" w:rsidRPr="00EE3E10">
        <w:rPr>
          <w:rFonts w:ascii="Calibri Light" w:hAnsi="Calibri Light" w:cs="Calibri Light"/>
          <w:sz w:val="21"/>
          <w:szCs w:val="21"/>
        </w:rPr>
        <w:t xml:space="preserve"> této smlouvy.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12A3A7E0" w:rsidR="00DC35F4" w:rsidRPr="00EE3E10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160C26" w:rsidRPr="00EE3E10">
        <w:rPr>
          <w:rFonts w:ascii="Calibri Light" w:hAnsi="Calibri Light" w:cs="Calibri Light"/>
          <w:sz w:val="21"/>
          <w:szCs w:val="21"/>
        </w:rPr>
        <w:t>Základní škola Nový Jičín, Komenského 68, příspěvková organizace na adrese: Komenského 1118, 74101 Nový Jičín.</w:t>
      </w:r>
    </w:p>
    <w:p w14:paraId="1AD11661" w14:textId="77777777" w:rsidR="00DC35F4" w:rsidRPr="00EE3E10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</w:t>
      </w:r>
      <w:r w:rsidR="001140BC" w:rsidRPr="00EE3E10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19E0EE62" w:rsidR="00EB731B" w:rsidRPr="00EE3E10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se zavazuje dodat uveden</w:t>
      </w:r>
      <w:r w:rsidR="00D039D0">
        <w:rPr>
          <w:rFonts w:ascii="Calibri Light" w:hAnsi="Calibri Light" w:cs="Calibri Light"/>
          <w:sz w:val="21"/>
          <w:szCs w:val="21"/>
        </w:rPr>
        <w:t>ý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 v místě plnění a převést na kupujícího vlastnické právo k tomuto předmětu koupě. Kupující se zavazuje zaplatit prodávajícímu za dodávku </w:t>
      </w:r>
      <w:r w:rsidR="000F22B0" w:rsidRPr="00EE3E10">
        <w:rPr>
          <w:rFonts w:ascii="Calibri Light" w:hAnsi="Calibri Light" w:cs="Calibri Light"/>
          <w:sz w:val="21"/>
          <w:szCs w:val="21"/>
        </w:rPr>
        <w:t xml:space="preserve">předmětu </w:t>
      </w:r>
      <w:r w:rsidRPr="00EE3E10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42BEC68F" w:rsidR="00DF3772" w:rsidRDefault="009B6601" w:rsidP="007241EE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EE3E10">
        <w:rPr>
          <w:rFonts w:ascii="Calibri Light" w:hAnsi="Calibri Light" w:cs="Calibri Light"/>
          <w:sz w:val="21"/>
          <w:szCs w:val="21"/>
        </w:rPr>
        <w:t>je</w:t>
      </w:r>
      <w:r w:rsidRPr="00EE3E10">
        <w:rPr>
          <w:rFonts w:ascii="Calibri Light" w:hAnsi="Calibri Light" w:cs="Calibri Light"/>
          <w:sz w:val="21"/>
          <w:szCs w:val="21"/>
        </w:rPr>
        <w:t xml:space="preserve"> spolufinancován z Integrovaného regionálního operačního programu,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výzva č. </w:t>
      </w:r>
      <w:r w:rsidR="00EE3E10" w:rsidRPr="00EE3E10">
        <w:rPr>
          <w:rFonts w:ascii="Calibri Light" w:hAnsi="Calibri Light" w:cs="Calibri Light"/>
          <w:sz w:val="21"/>
          <w:szCs w:val="21"/>
        </w:rPr>
        <w:t>111 ZÁKLADNÍ ŠKOLY II. - SC 4.1 (MRR)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název projektu: </w:t>
      </w:r>
      <w:proofErr w:type="gramStart"/>
      <w:r w:rsidR="00EE3E10" w:rsidRPr="00EE3E10">
        <w:rPr>
          <w:rFonts w:ascii="Calibri Light" w:hAnsi="Calibri Light" w:cs="Calibri Light"/>
          <w:sz w:val="21"/>
          <w:szCs w:val="21"/>
        </w:rPr>
        <w:t>Řemesla - rekonstrukce</w:t>
      </w:r>
      <w:proofErr w:type="gramEnd"/>
      <w:r w:rsidR="00EE3E10" w:rsidRPr="00EE3E10">
        <w:rPr>
          <w:rFonts w:ascii="Calibri Light" w:hAnsi="Calibri Light" w:cs="Calibri Light"/>
          <w:sz w:val="21"/>
          <w:szCs w:val="21"/>
        </w:rPr>
        <w:t xml:space="preserve"> žákovské kuchyňky a školních dílen</w:t>
      </w:r>
      <w:r w:rsidR="00E945DA" w:rsidRPr="00EE3E10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EE3E10" w:rsidRPr="00EE3E10">
        <w:rPr>
          <w:rFonts w:ascii="Calibri Light" w:hAnsi="Calibri Light" w:cs="Calibri Light"/>
          <w:sz w:val="20"/>
          <w:szCs w:val="20"/>
        </w:rPr>
        <w:t>CZ.06.04.01/00/22_111/0001642</w:t>
      </w:r>
      <w:r w:rsidRPr="00EE3E10">
        <w:rPr>
          <w:rFonts w:ascii="Calibri Light" w:hAnsi="Calibri Light" w:cs="Calibri Light"/>
          <w:sz w:val="21"/>
          <w:szCs w:val="21"/>
        </w:rPr>
        <w:t>.</w:t>
      </w:r>
      <w:r w:rsidR="00BB3E37" w:rsidRPr="00EE3E10">
        <w:rPr>
          <w:rFonts w:ascii="Calibri Light" w:hAnsi="Calibri Light" w:cs="Calibri Light"/>
          <w:sz w:val="21"/>
          <w:szCs w:val="21"/>
        </w:rPr>
        <w:t xml:space="preserve">  </w:t>
      </w:r>
    </w:p>
    <w:p w14:paraId="43D75AC7" w14:textId="77777777" w:rsidR="00AA2E79" w:rsidRPr="00EE3E10" w:rsidRDefault="00AA2E79" w:rsidP="00AA2E79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77777777" w:rsidR="00BB3E37" w:rsidRPr="00EE3E10" w:rsidRDefault="00DC678A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F16A5C0" w:rsidR="00D2353A" w:rsidRPr="00EE3E10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dohodly, že cena dodávky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EE3E10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4F024CAC" w:rsidR="00FE373B" w:rsidRPr="00EE3E10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81FC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54C0861B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81FC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33F8302A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81FC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EE3E10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6B053E02" w:rsidR="00DF0F5E" w:rsidRPr="00EE3E10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 plnění této smlouvy nebude využíván ani částečně pro ekonomickou činnost, </w:t>
      </w:r>
      <w:r w:rsidR="005E7D8F" w:rsidRPr="00EE3E10">
        <w:rPr>
          <w:rFonts w:ascii="Calibri Light" w:hAnsi="Calibri Light" w:cs="Calibri Light"/>
          <w:sz w:val="21"/>
          <w:szCs w:val="21"/>
        </w:rPr>
        <w:t>kupující</w:t>
      </w:r>
      <w:r w:rsidR="00391437" w:rsidRPr="00EE3E10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EE3E10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EE3E10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E77B47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77777777" w:rsidR="004C7081" w:rsidRPr="00EE3E10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EE3E10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sz w:val="21"/>
          <w:szCs w:val="21"/>
        </w:rPr>
        <w:t>je uveden v příloze této smlouvy.</w:t>
      </w:r>
    </w:p>
    <w:p w14:paraId="35726B33" w14:textId="02E195C3" w:rsidR="00F8424B" w:rsidRPr="00EE3E10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předmětu koupě. </w:t>
      </w:r>
    </w:p>
    <w:p w14:paraId="0187483E" w14:textId="77777777" w:rsidR="00D2353A" w:rsidRPr="00EE3E10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této smlouvy. </w:t>
      </w:r>
    </w:p>
    <w:p w14:paraId="3DEB154A" w14:textId="77777777" w:rsidR="009F6963" w:rsidRPr="00EE3E10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</w:p>
    <w:p w14:paraId="7E9C9C82" w14:textId="77777777" w:rsidR="00BB3E37" w:rsidRPr="00EE3E10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III. Podmínky plnění</w:t>
      </w:r>
    </w:p>
    <w:p w14:paraId="592D30B8" w14:textId="2D5218E4" w:rsidR="00B52C08" w:rsidRPr="00EE3E10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je povinen dodat kupujícímu předmět koupě dle čl. I. bodu 1. smlouvy bez vad a nedodělků v termínu stanoveném kupujícím v písemné výzvě. Tato výzva bude prodávajícímu doručena nejméně </w:t>
      </w:r>
      <w:r w:rsid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0 pracovních dnů před stanoveným termínem </w:t>
      </w:r>
      <w:r w:rsidR="00A06BDD" w:rsidRPr="00EE3E10">
        <w:rPr>
          <w:rFonts w:ascii="Calibri Light" w:hAnsi="Calibri Light" w:cs="Calibri Light"/>
          <w:sz w:val="21"/>
          <w:szCs w:val="21"/>
        </w:rPr>
        <w:t xml:space="preserve">zahájení </w:t>
      </w:r>
      <w:r w:rsidRPr="00EE3E10">
        <w:rPr>
          <w:rFonts w:ascii="Calibri Light" w:hAnsi="Calibri Light" w:cs="Calibri Light"/>
          <w:sz w:val="21"/>
          <w:szCs w:val="21"/>
        </w:rPr>
        <w:t xml:space="preserve">dodávky. </w:t>
      </w:r>
    </w:p>
    <w:p w14:paraId="35B2E8AC" w14:textId="4191BB8B" w:rsidR="00B93A06" w:rsidRPr="00EE3E10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musí být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kupujícímu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předána nejpozději do </w:t>
      </w:r>
      <w:r w:rsidR="00E77B47">
        <w:rPr>
          <w:rFonts w:ascii="Calibri Light" w:hAnsi="Calibri Light" w:cs="Calibri Light"/>
          <w:noProof/>
          <w:sz w:val="21"/>
          <w:szCs w:val="21"/>
        </w:rPr>
        <w:t>osmi (8)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 xml:space="preserve"> kalendářních týdnů</w:t>
      </w:r>
      <w:r w:rsidR="00CF0DA3" w:rsidRPr="00EE3E10">
        <w:rPr>
          <w:rFonts w:ascii="Calibri Light" w:hAnsi="Calibri Light" w:cs="Calibri Light"/>
          <w:noProof/>
          <w:sz w:val="21"/>
          <w:szCs w:val="21"/>
        </w:rPr>
        <w:t xml:space="preserve"> od zahájení dodávek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>.</w:t>
      </w:r>
      <w:r w:rsidR="00D86C0F" w:rsidRPr="00EE3E10">
        <w:rPr>
          <w:rFonts w:ascii="Calibri Light" w:hAnsi="Calibri Light" w:cs="Calibri Light"/>
          <w:noProof/>
          <w:sz w:val="21"/>
          <w:szCs w:val="21"/>
        </w:rPr>
        <w:t xml:space="preserve"> </w:t>
      </w:r>
    </w:p>
    <w:p w14:paraId="47036376" w14:textId="77777777" w:rsidR="00D2353A" w:rsidRPr="00EE3E10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EE3E10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EE3E10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EE3E10" w:rsidRDefault="00C3040D" w:rsidP="00C3040D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57B6C1C1" w14:textId="77777777" w:rsidR="00C3040D" w:rsidRPr="00EE3E10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IV. Vyšší moc</w:t>
      </w:r>
    </w:p>
    <w:p w14:paraId="1933E594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zprošťují veškeré odpovědnosti za nesplnění svých povinností z této Smlouvy po dobu trvání vyšší moci do té míry, pokud po nich nebylo možné požadovat, aby neplnění svých povinností z této Smlouvy v důsledku vyšší moci předešly. </w:t>
      </w:r>
    </w:p>
    <w:p w14:paraId="76FB17C8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požár, výbuch, silné vichřice, zemětřesení, záplavy, válka, stávka nebo jiné události, které jsou mimo jakoukoliv kontrolu Smluvních stran.</w:t>
      </w:r>
    </w:p>
    <w:p w14:paraId="19CC5CA1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0E00B9C7" w14:textId="77777777" w:rsidR="00D039D0" w:rsidRPr="00EE3E10" w:rsidRDefault="00D039D0" w:rsidP="002F15A2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68E3669E" w:rsidR="00BB3E37" w:rsidRPr="00EE3E10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V. Platební podmínky</w:t>
      </w:r>
    </w:p>
    <w:p w14:paraId="3C025C75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oprávněn vystavit daňový doklad, příp. daňové doklady (dále jen „faktura“) na kupní cenu v den předání a převzetí zboží bez vad a nedodělků kupujícímu se splatností 30 dnů ode dne jeho doručení kupujícímu na adresu kupujícího</w:t>
      </w:r>
      <w:r w:rsidR="00646CF9" w:rsidRPr="00EE3E10">
        <w:rPr>
          <w:rFonts w:ascii="Calibri Light" w:hAnsi="Calibri Light" w:cs="Calibri Light"/>
          <w:sz w:val="21"/>
          <w:szCs w:val="21"/>
        </w:rPr>
        <w:t>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6DDADCAB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lastRenderedPageBreak/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3A83FF2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F</w:t>
      </w:r>
      <w:r w:rsidRPr="00EE3E10">
        <w:rPr>
          <w:rFonts w:ascii="Calibri Light" w:hAnsi="Calibri Light" w:cs="Calibri Light"/>
          <w:noProof/>
          <w:sz w:val="21"/>
          <w:szCs w:val="21"/>
        </w:rPr>
        <w:t>aktura musí  dále obsahovat přesný název a registrační číslo projektu</w:t>
      </w:r>
      <w:r w:rsidR="00EE3E10">
        <w:rPr>
          <w:rFonts w:ascii="Calibri Light" w:hAnsi="Calibri Light" w:cs="Calibri Light"/>
          <w:noProof/>
          <w:sz w:val="21"/>
          <w:szCs w:val="21"/>
        </w:rPr>
        <w:t xml:space="preserve"> dle </w:t>
      </w:r>
      <w:r w:rsidR="00EE3E10" w:rsidRPr="00EE3E10">
        <w:rPr>
          <w:rFonts w:ascii="Calibri Light" w:hAnsi="Calibri Light" w:cs="Calibri Light"/>
          <w:sz w:val="21"/>
          <w:szCs w:val="21"/>
        </w:rPr>
        <w:t xml:space="preserve">čl. I. bodu </w:t>
      </w:r>
      <w:r w:rsidR="00EE3E10">
        <w:rPr>
          <w:rFonts w:ascii="Calibri Light" w:hAnsi="Calibri Light" w:cs="Calibri Light"/>
          <w:sz w:val="21"/>
          <w:szCs w:val="21"/>
        </w:rPr>
        <w:t>5.</w:t>
      </w:r>
    </w:p>
    <w:p w14:paraId="4B798C99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EE3E10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EE3E10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76E4B77A" w:rsidR="00BB3E37" w:rsidRPr="00293957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293957">
        <w:rPr>
          <w:rFonts w:ascii="Calibri Light" w:hAnsi="Calibri Light" w:cs="Calibri Light"/>
          <w:bCs/>
          <w:sz w:val="21"/>
          <w:szCs w:val="21"/>
        </w:rPr>
        <w:t>V</w:t>
      </w:r>
      <w:r w:rsidR="00C3040D" w:rsidRPr="00293957">
        <w:rPr>
          <w:rFonts w:ascii="Calibri Light" w:hAnsi="Calibri Light" w:cs="Calibri Light"/>
          <w:bCs/>
          <w:sz w:val="21"/>
          <w:szCs w:val="21"/>
        </w:rPr>
        <w:t>I</w:t>
      </w:r>
      <w:r w:rsidRPr="00293957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74E0427F" w:rsidR="00A60941" w:rsidRPr="00EE3E10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EE3E10">
        <w:rPr>
          <w:rFonts w:ascii="Calibri Light" w:hAnsi="Calibri Light" w:cs="Calibri Light"/>
          <w:sz w:val="21"/>
          <w:szCs w:val="21"/>
        </w:rPr>
        <w:t>předmět koupě</w:t>
      </w:r>
      <w:r w:rsidRPr="00EE3E10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EE3E10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>délce</w:t>
      </w:r>
      <w:r w:rsidR="00F87F81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2A4BA9" w:rsidRPr="00EE3E10">
        <w:rPr>
          <w:rFonts w:ascii="Calibri Light" w:hAnsi="Calibri Light" w:cs="Calibri Light"/>
          <w:sz w:val="21"/>
          <w:szCs w:val="21"/>
        </w:rPr>
        <w:t>24</w:t>
      </w:r>
      <w:r w:rsidRPr="00EE3E10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EE3E10">
        <w:rPr>
          <w:rFonts w:ascii="Calibri Light" w:hAnsi="Calibri Light" w:cs="Calibri Light"/>
          <w:sz w:val="21"/>
          <w:szCs w:val="21"/>
        </w:rPr>
        <w:t>. Délka záruky se počítá</w:t>
      </w:r>
      <w:r w:rsidRPr="00EE3E10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EE3E10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EE3E10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EE3E10" w:rsidRDefault="00F9632C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</w:p>
    <w:p w14:paraId="73E259FE" w14:textId="3F5FBBBB" w:rsidR="006622D7" w:rsidRPr="00EE3E10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VI</w:t>
      </w:r>
      <w:r w:rsidR="00C3040D" w:rsidRPr="00EE3E10">
        <w:rPr>
          <w:rFonts w:ascii="Calibri Light" w:hAnsi="Calibri Light" w:cs="Calibri Light"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19A485EA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dle čl</w:t>
      </w:r>
      <w:r w:rsidR="00377663" w:rsidRPr="00EE3E10">
        <w:rPr>
          <w:rFonts w:ascii="Calibri Light" w:hAnsi="Calibri Light" w:cs="Calibri Light"/>
          <w:sz w:val="21"/>
          <w:szCs w:val="21"/>
        </w:rPr>
        <w:t>.  III.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39637E2E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má právo požadovat smluvní pokutu při nedodržení termínu splatnosti dle č</w:t>
      </w:r>
      <w:r w:rsidR="00377663" w:rsidRPr="00EE3E10">
        <w:rPr>
          <w:rFonts w:ascii="Calibri Light" w:hAnsi="Calibri Light" w:cs="Calibri Light"/>
          <w:sz w:val="21"/>
          <w:szCs w:val="21"/>
        </w:rPr>
        <w:t>l.  V.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</w:t>
      </w:r>
      <w:r w:rsidR="00C50BA4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II. této smlouvy za každý den prodlení a kupující je povinen požadovanou smluvní pokutu uhradit.</w:t>
      </w:r>
    </w:p>
    <w:p w14:paraId="030A4A7F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.000,00 Kč </w:t>
      </w:r>
      <w:r w:rsidRPr="00EE3E10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EE3E10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EE3E10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pokuty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EE3E10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EE3E10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</w:p>
    <w:p w14:paraId="7B7767A8" w14:textId="77777777" w:rsidR="00E77B47" w:rsidRPr="00EE3E10" w:rsidRDefault="00E77B4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sz w:val="21"/>
          <w:szCs w:val="21"/>
        </w:rPr>
      </w:pPr>
    </w:p>
    <w:p w14:paraId="68694DEF" w14:textId="56B1CAE0" w:rsidR="00BB3E37" w:rsidRPr="00EE3E10" w:rsidRDefault="006622D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t>VII</w:t>
      </w:r>
      <w:r w:rsidR="00C3040D" w:rsidRPr="00EE3E10">
        <w:rPr>
          <w:rFonts w:ascii="Calibri Light" w:hAnsi="Calibri Light" w:cs="Calibri Light"/>
          <w:b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2ADFB99E" w14:textId="77777777" w:rsidR="00A60941" w:rsidRPr="00EE3E10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63E0BC89" w14:textId="77777777" w:rsidR="00A60941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AAB84C4" w14:textId="77777777" w:rsidR="00D039D0" w:rsidRPr="00EE3E10" w:rsidRDefault="00D039D0" w:rsidP="00D039D0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7AE2AAFF" w:rsidR="00A60941" w:rsidRPr="00EE3E10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t>IX</w:t>
      </w:r>
      <w:r w:rsidR="00A60941" w:rsidRPr="00EE3E10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6C18D19A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3BF1B2DE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je povinen uchovávat veškerou dokumentaci související s realizací projektu včetně účetních </w:t>
      </w:r>
      <w:r w:rsidRPr="00EE3E10">
        <w:rPr>
          <w:rFonts w:ascii="Calibri Light" w:hAnsi="Calibri Light" w:cs="Calibri Light"/>
          <w:noProof/>
          <w:sz w:val="21"/>
          <w:szCs w:val="21"/>
        </w:rPr>
        <w:lastRenderedPageBreak/>
        <w:t>dokladů minimálně do konce roku 20</w:t>
      </w:r>
      <w:r w:rsidR="00CF2BC9" w:rsidRPr="00EE3E10">
        <w:rPr>
          <w:rFonts w:ascii="Calibri Light" w:hAnsi="Calibri Light" w:cs="Calibri Light"/>
          <w:noProof/>
          <w:sz w:val="21"/>
          <w:szCs w:val="21"/>
        </w:rPr>
        <w:t>3</w:t>
      </w:r>
      <w:r w:rsidR="007417E5">
        <w:rPr>
          <w:rFonts w:ascii="Calibri Light" w:hAnsi="Calibri Light" w:cs="Calibri Light"/>
          <w:noProof/>
          <w:sz w:val="21"/>
          <w:szCs w:val="21"/>
        </w:rPr>
        <w:t>5</w:t>
      </w:r>
      <w:r w:rsidRPr="00EE3E10">
        <w:rPr>
          <w:rFonts w:ascii="Calibri Light" w:hAnsi="Calibri Light" w:cs="Calibri Light"/>
          <w:noProof/>
          <w:sz w:val="21"/>
          <w:szCs w:val="21"/>
        </w:rPr>
        <w:t>. Pokud je v českých právních předpisech stanovena lhůta delší, musí prodávající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>použít tuto delší lh</w:t>
      </w:r>
      <w:r w:rsidR="00B57A9E">
        <w:rPr>
          <w:rFonts w:ascii="Calibri Light" w:hAnsi="Calibri Light" w:cs="Calibri Light"/>
          <w:noProof/>
          <w:sz w:val="21"/>
          <w:szCs w:val="21"/>
        </w:rPr>
        <w:t>ů</w:t>
      </w:r>
      <w:r w:rsidRPr="00EE3E10">
        <w:rPr>
          <w:rFonts w:ascii="Calibri Light" w:hAnsi="Calibri Light" w:cs="Calibri Light"/>
          <w:noProof/>
          <w:sz w:val="21"/>
          <w:szCs w:val="21"/>
        </w:rPr>
        <w:t>tu.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</w:t>
      </w:r>
      <w:r w:rsidRPr="00EE3E10">
        <w:rPr>
          <w:rFonts w:ascii="Calibri Light" w:hAnsi="Calibri Light" w:cs="Calibri Light"/>
          <w:sz w:val="21"/>
          <w:szCs w:val="21"/>
        </w:rPr>
        <w:t xml:space="preserve"> je povinen minimálně do konce roku 20</w:t>
      </w:r>
      <w:r w:rsidR="00CF2BC9" w:rsidRPr="00EE3E10">
        <w:rPr>
          <w:rFonts w:ascii="Calibri Light" w:hAnsi="Calibri Light" w:cs="Calibri Light"/>
          <w:sz w:val="21"/>
          <w:szCs w:val="21"/>
        </w:rPr>
        <w:t>3</w:t>
      </w:r>
      <w:r w:rsidR="00EE3E10">
        <w:rPr>
          <w:rFonts w:ascii="Calibri Light" w:hAnsi="Calibri Light" w:cs="Calibri Light"/>
          <w:sz w:val="21"/>
          <w:szCs w:val="21"/>
        </w:rPr>
        <w:t>5</w:t>
      </w:r>
      <w:r w:rsidRPr="00EE3E10">
        <w:rPr>
          <w:rFonts w:ascii="Calibri Light" w:hAnsi="Calibri Light" w:cs="Calibri Light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</w:t>
      </w:r>
      <w:r w:rsidR="009217D6">
        <w:rPr>
          <w:rFonts w:ascii="Calibri Light" w:hAnsi="Calibri Light" w:cs="Calibri Light"/>
          <w:sz w:val="21"/>
          <w:szCs w:val="21"/>
        </w:rPr>
        <w:t xml:space="preserve">Evropského úřadu pro boj proti podvodům, </w:t>
      </w:r>
      <w:r w:rsidRPr="00EE3E10">
        <w:rPr>
          <w:rFonts w:ascii="Calibri Light" w:hAnsi="Calibri Light" w:cs="Calibri Light"/>
          <w:sz w:val="21"/>
          <w:szCs w:val="21"/>
        </w:rPr>
        <w:t xml:space="preserve">Nejvyššího kontrolního úřadu, </w:t>
      </w:r>
      <w:r w:rsidR="009217D6">
        <w:rPr>
          <w:rFonts w:ascii="Calibri Light" w:hAnsi="Calibri Light" w:cs="Calibri Light"/>
          <w:sz w:val="21"/>
          <w:szCs w:val="21"/>
        </w:rPr>
        <w:t xml:space="preserve">ÚOHS, </w:t>
      </w:r>
      <w:r w:rsidRPr="00EE3E10">
        <w:rPr>
          <w:rFonts w:ascii="Calibri Light" w:hAnsi="Calibri Light" w:cs="Calibri Light"/>
          <w:sz w:val="21"/>
          <w:szCs w:val="21"/>
        </w:rPr>
        <w:t>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EE3E10" w:rsidDel="00CD1053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 xml:space="preserve">Tato smlouva však nenabude účinnosti dříve, než bude zveřejněna dle zákona č. 340/2015 Sb., o registru smluv, v platném znění. Právní vztahy touto smlouvou neupravené se řídí zákonem č. 89/2012 Sb., občanským zákoníkem, v platném znění. </w:t>
      </w:r>
    </w:p>
    <w:p w14:paraId="60892A35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38EC750A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EE3E10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5E923C26" w14:textId="566D1883" w:rsidR="00C31E06" w:rsidRDefault="00A60941" w:rsidP="00A13F8A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Položkový rozpočet</w:t>
      </w:r>
      <w:r w:rsidR="00A13F8A">
        <w:rPr>
          <w:rFonts w:ascii="Calibri Light" w:hAnsi="Calibri Light" w:cs="Calibri Light"/>
          <w:sz w:val="21"/>
          <w:szCs w:val="21"/>
        </w:rPr>
        <w:t xml:space="preserve"> s technickou specifikací</w:t>
      </w:r>
    </w:p>
    <w:p w14:paraId="53519F3C" w14:textId="77777777" w:rsidR="00B620FD" w:rsidRPr="00A13F8A" w:rsidRDefault="00B620FD" w:rsidP="00B620FD">
      <w:pPr>
        <w:pStyle w:val="Bezmezer"/>
        <w:ind w:left="1004"/>
        <w:rPr>
          <w:rFonts w:ascii="Calibri Light" w:hAnsi="Calibri Light" w:cs="Calibri Light"/>
          <w:sz w:val="21"/>
          <w:szCs w:val="21"/>
        </w:rPr>
      </w:pPr>
    </w:p>
    <w:p w14:paraId="47523998" w14:textId="77777777" w:rsidR="00BA7025" w:rsidRPr="00EE3E10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EE3E10" w14:paraId="1FCAC244" w14:textId="77777777" w:rsidTr="00903F67">
        <w:tc>
          <w:tcPr>
            <w:tcW w:w="4405" w:type="dxa"/>
          </w:tcPr>
          <w:p w14:paraId="215C755B" w14:textId="36CBAB74" w:rsidR="00EC1C4E" w:rsidRPr="00EE3E10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V</w:t>
            </w:r>
            <w:r w:rsidR="00CD0DF0" w:rsidRPr="00EE3E10">
              <w:rPr>
                <w:rFonts w:ascii="Calibri Light" w:hAnsi="Calibri Light" w:cs="Calibri Light"/>
                <w:sz w:val="20"/>
                <w:szCs w:val="22"/>
              </w:rPr>
              <w:t xml:space="preserve"> Novém Jičíně </w:t>
            </w:r>
            <w:r w:rsidR="002F15A2" w:rsidRPr="00EE3E10">
              <w:rPr>
                <w:rFonts w:ascii="Calibri Light" w:hAnsi="Calibri Light" w:cs="Calibri Light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EE3E10" w14:paraId="7E1DA37E" w14:textId="77777777" w:rsidTr="00903F67">
        <w:tc>
          <w:tcPr>
            <w:tcW w:w="4405" w:type="dxa"/>
          </w:tcPr>
          <w:p w14:paraId="408B6A2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EE3E10" w14:paraId="364C8CB8" w14:textId="77777777" w:rsidTr="00903F67">
        <w:tc>
          <w:tcPr>
            <w:tcW w:w="4405" w:type="dxa"/>
          </w:tcPr>
          <w:p w14:paraId="521622F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474F4B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B9BE9E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8D2B374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EE3E10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10407854" w:rsidR="00E81706" w:rsidRPr="00EE3E10" w:rsidRDefault="00BB6F02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RNDr. Svatava Hajdová, ředitelka</w:t>
            </w:r>
            <w:r w:rsidR="00CF2BC9" w:rsidRPr="00EE3E10">
              <w:rPr>
                <w:rFonts w:ascii="Calibri Light" w:hAnsi="Calibri Light" w:cs="Calibri Light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30CCC3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B2C31F9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9861531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7D4E3EEE" w:rsidR="007536B5" w:rsidRPr="00EE3E10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81FC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EE3E10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EE3E10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EE3E10" w:rsidSect="0034239D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99EE6" w14:textId="77777777" w:rsidR="00EB2EBF" w:rsidRDefault="00EB2EBF">
      <w:r>
        <w:separator/>
      </w:r>
    </w:p>
  </w:endnote>
  <w:endnote w:type="continuationSeparator" w:id="0">
    <w:p w14:paraId="1703079F" w14:textId="77777777" w:rsidR="00EB2EBF" w:rsidRDefault="00EB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E77B47" w:rsidRDefault="00EA6DB9" w:rsidP="00861F25">
    <w:pPr>
      <w:pStyle w:val="Zpat"/>
      <w:jc w:val="right"/>
      <w:rPr>
        <w:rFonts w:ascii="Calibri Light" w:hAnsi="Calibri Light" w:cs="Calibri Light"/>
      </w:rPr>
    </w:pPr>
    <w:r w:rsidRPr="00E77B47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E77B47">
      <w:rPr>
        <w:rFonts w:ascii="Calibri Light" w:hAnsi="Calibri Light" w:cs="Calibri Light"/>
      </w:rPr>
      <w:t xml:space="preserve">Strana </w:t>
    </w:r>
    <w:r w:rsidR="00BD7D58" w:rsidRPr="00E77B47">
      <w:rPr>
        <w:rFonts w:ascii="Calibri Light" w:hAnsi="Calibri Light" w:cs="Calibri Light"/>
      </w:rPr>
      <w:fldChar w:fldCharType="begin"/>
    </w:r>
    <w:r w:rsidR="00BD7D58" w:rsidRPr="00E77B47">
      <w:rPr>
        <w:rFonts w:ascii="Calibri Light" w:hAnsi="Calibri Light" w:cs="Calibri Light"/>
      </w:rPr>
      <w:instrText xml:space="preserve"> PAGE </w:instrText>
    </w:r>
    <w:r w:rsidR="00BD7D58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4</w:t>
    </w:r>
    <w:r w:rsidR="00BD7D58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 xml:space="preserve"> (celkem </w:t>
    </w:r>
    <w:r w:rsidR="001A39CC" w:rsidRPr="00E77B47">
      <w:rPr>
        <w:rFonts w:ascii="Calibri Light" w:hAnsi="Calibri Light" w:cs="Calibri Light"/>
      </w:rPr>
      <w:fldChar w:fldCharType="begin"/>
    </w:r>
    <w:r w:rsidR="001A39CC" w:rsidRPr="00E77B47">
      <w:rPr>
        <w:rFonts w:ascii="Calibri Light" w:hAnsi="Calibri Light" w:cs="Calibri Light"/>
      </w:rPr>
      <w:instrText xml:space="preserve"> NUMPAGES </w:instrText>
    </w:r>
    <w:r w:rsidR="001A39CC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5</w:t>
    </w:r>
    <w:r w:rsidR="001A39CC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DE1F" w14:textId="77777777" w:rsidR="00EB2EBF" w:rsidRDefault="00EB2EBF">
      <w:r>
        <w:separator/>
      </w:r>
    </w:p>
  </w:footnote>
  <w:footnote w:type="continuationSeparator" w:id="0">
    <w:p w14:paraId="0ACC5385" w14:textId="77777777" w:rsidR="00EB2EBF" w:rsidRDefault="00EB2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52E1444D" w:rsidR="0034239D" w:rsidRPr="00EE3E10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 xml:space="preserve">Příloha č. </w:t>
    </w:r>
    <w:r w:rsidR="00DD4EE9" w:rsidRPr="00EE3E10">
      <w:rPr>
        <w:rFonts w:ascii="Calibri Light" w:hAnsi="Calibri Light" w:cs="Calibri Light"/>
        <w:i/>
        <w:iCs/>
      </w:rPr>
      <w:t>2</w:t>
    </w:r>
    <w:r w:rsidR="00C7184D">
      <w:rPr>
        <w:rFonts w:ascii="Calibri Light" w:hAnsi="Calibri Light" w:cs="Calibri Light"/>
        <w:i/>
        <w:iCs/>
      </w:rPr>
      <w:t>c</w:t>
    </w:r>
    <w:r w:rsidRPr="00EE3E10">
      <w:rPr>
        <w:rFonts w:ascii="Calibri Light" w:hAnsi="Calibri Light" w:cs="Calibri Light"/>
        <w:i/>
        <w:iCs/>
      </w:rPr>
      <w:t xml:space="preserve"> ZD</w:t>
    </w:r>
  </w:p>
  <w:p w14:paraId="38B8DCB3" w14:textId="48E99F32" w:rsidR="0034239D" w:rsidRPr="00EE3E10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>Kupní smlouva</w:t>
    </w:r>
    <w:r w:rsidR="0034239D" w:rsidRPr="00EE3E10">
      <w:rPr>
        <w:rFonts w:ascii="Calibri Light" w:hAnsi="Calibri Light" w:cs="Calibri Light"/>
        <w:i/>
        <w:iCs/>
      </w:rPr>
      <w:t xml:space="preserve"> </w:t>
    </w:r>
    <w:r w:rsidR="00EE3E10">
      <w:rPr>
        <w:rFonts w:ascii="Calibri Light" w:hAnsi="Calibri Light" w:cs="Calibri Light"/>
        <w:i/>
        <w:iCs/>
      </w:rPr>
      <w:t>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2253824">
    <w:abstractNumId w:val="40"/>
  </w:num>
  <w:num w:numId="2" w16cid:durableId="865749964">
    <w:abstractNumId w:val="11"/>
  </w:num>
  <w:num w:numId="3" w16cid:durableId="1117987988">
    <w:abstractNumId w:val="12"/>
  </w:num>
  <w:num w:numId="4" w16cid:durableId="145316857">
    <w:abstractNumId w:val="2"/>
  </w:num>
  <w:num w:numId="5" w16cid:durableId="1044520127">
    <w:abstractNumId w:val="16"/>
  </w:num>
  <w:num w:numId="6" w16cid:durableId="1334139670">
    <w:abstractNumId w:val="20"/>
  </w:num>
  <w:num w:numId="7" w16cid:durableId="1463111462">
    <w:abstractNumId w:val="34"/>
  </w:num>
  <w:num w:numId="8" w16cid:durableId="1359427620">
    <w:abstractNumId w:val="21"/>
  </w:num>
  <w:num w:numId="9" w16cid:durableId="252516357">
    <w:abstractNumId w:val="19"/>
  </w:num>
  <w:num w:numId="10" w16cid:durableId="600187211">
    <w:abstractNumId w:val="31"/>
  </w:num>
  <w:num w:numId="11" w16cid:durableId="2029066159">
    <w:abstractNumId w:val="13"/>
  </w:num>
  <w:num w:numId="12" w16cid:durableId="421030875">
    <w:abstractNumId w:val="8"/>
  </w:num>
  <w:num w:numId="13" w16cid:durableId="1126579171">
    <w:abstractNumId w:val="5"/>
  </w:num>
  <w:num w:numId="14" w16cid:durableId="622342409">
    <w:abstractNumId w:val="38"/>
  </w:num>
  <w:num w:numId="15" w16cid:durableId="88818776">
    <w:abstractNumId w:val="17"/>
  </w:num>
  <w:num w:numId="16" w16cid:durableId="450588744">
    <w:abstractNumId w:val="39"/>
  </w:num>
  <w:num w:numId="17" w16cid:durableId="4142822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8089721">
    <w:abstractNumId w:val="27"/>
  </w:num>
  <w:num w:numId="19" w16cid:durableId="1447121410">
    <w:abstractNumId w:val="28"/>
  </w:num>
  <w:num w:numId="20" w16cid:durableId="1299605507">
    <w:abstractNumId w:val="8"/>
    <w:lvlOverride w:ilvl="0">
      <w:startOverride w:val="1"/>
    </w:lvlOverride>
    <w:lvlOverride w:ilvl="1">
      <w:startOverride w:val="7"/>
    </w:lvlOverride>
  </w:num>
  <w:num w:numId="21" w16cid:durableId="65634487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1178604">
    <w:abstractNumId w:val="18"/>
  </w:num>
  <w:num w:numId="23" w16cid:durableId="262615434">
    <w:abstractNumId w:val="35"/>
  </w:num>
  <w:num w:numId="24" w16cid:durableId="866331934">
    <w:abstractNumId w:val="29"/>
  </w:num>
  <w:num w:numId="25" w16cid:durableId="507215436">
    <w:abstractNumId w:val="24"/>
  </w:num>
  <w:num w:numId="26" w16cid:durableId="1941599094">
    <w:abstractNumId w:val="14"/>
  </w:num>
  <w:num w:numId="27" w16cid:durableId="1857500428">
    <w:abstractNumId w:val="25"/>
  </w:num>
  <w:num w:numId="28" w16cid:durableId="1843887714">
    <w:abstractNumId w:val="22"/>
  </w:num>
  <w:num w:numId="29" w16cid:durableId="1925069325">
    <w:abstractNumId w:val="7"/>
  </w:num>
  <w:num w:numId="30" w16cid:durableId="528303685">
    <w:abstractNumId w:val="37"/>
  </w:num>
  <w:num w:numId="31" w16cid:durableId="1809785482">
    <w:abstractNumId w:val="3"/>
  </w:num>
  <w:num w:numId="32" w16cid:durableId="277488688">
    <w:abstractNumId w:val="4"/>
  </w:num>
  <w:num w:numId="33" w16cid:durableId="884758412">
    <w:abstractNumId w:val="30"/>
  </w:num>
  <w:num w:numId="34" w16cid:durableId="245842852">
    <w:abstractNumId w:val="23"/>
  </w:num>
  <w:num w:numId="35" w16cid:durableId="540945262">
    <w:abstractNumId w:val="33"/>
  </w:num>
  <w:num w:numId="36" w16cid:durableId="1010791482">
    <w:abstractNumId w:val="0"/>
  </w:num>
  <w:num w:numId="37" w16cid:durableId="2121335364">
    <w:abstractNumId w:val="26"/>
  </w:num>
  <w:num w:numId="38" w16cid:durableId="350767523">
    <w:abstractNumId w:val="32"/>
  </w:num>
  <w:num w:numId="39" w16cid:durableId="1125975209">
    <w:abstractNumId w:val="36"/>
  </w:num>
  <w:num w:numId="40" w16cid:durableId="1951549094">
    <w:abstractNumId w:val="1"/>
  </w:num>
  <w:num w:numId="41" w16cid:durableId="276986751">
    <w:abstractNumId w:val="9"/>
  </w:num>
  <w:num w:numId="42" w16cid:durableId="1328367084">
    <w:abstractNumId w:val="15"/>
  </w:num>
  <w:num w:numId="43" w16cid:durableId="13366859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ZV7C1ES9agXPRNM9t1kSvy1eNIZtN82Q7JHPaN6G8hE8SkVLM2xI92jFejNGsrlnrG4IrokvdQLEfFXZ45+kg==" w:salt="vafkauwZYj2aScVK/0IP6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20BBE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27B3"/>
    <w:rsid w:val="00097305"/>
    <w:rsid w:val="000A400A"/>
    <w:rsid w:val="000A5B8E"/>
    <w:rsid w:val="000B0FD3"/>
    <w:rsid w:val="000B51B2"/>
    <w:rsid w:val="000B7ACD"/>
    <w:rsid w:val="000C390A"/>
    <w:rsid w:val="000C3D24"/>
    <w:rsid w:val="000D1102"/>
    <w:rsid w:val="000D4920"/>
    <w:rsid w:val="000D5284"/>
    <w:rsid w:val="000D6C9F"/>
    <w:rsid w:val="000D7D01"/>
    <w:rsid w:val="000E00FE"/>
    <w:rsid w:val="000E15A1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4054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1C0A"/>
    <w:rsid w:val="001B1F13"/>
    <w:rsid w:val="001B484C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2E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85046"/>
    <w:rsid w:val="00293957"/>
    <w:rsid w:val="00296FDD"/>
    <w:rsid w:val="002A4BA9"/>
    <w:rsid w:val="002A530E"/>
    <w:rsid w:val="002A74CB"/>
    <w:rsid w:val="002B4DBB"/>
    <w:rsid w:val="002B5C06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E7EC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014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12D"/>
    <w:rsid w:val="004A33E8"/>
    <w:rsid w:val="004A4A9C"/>
    <w:rsid w:val="004A79DC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079FD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C36"/>
    <w:rsid w:val="005A111B"/>
    <w:rsid w:val="005A57AB"/>
    <w:rsid w:val="005A58A1"/>
    <w:rsid w:val="005B4128"/>
    <w:rsid w:val="005C4B0C"/>
    <w:rsid w:val="005D0398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17C60"/>
    <w:rsid w:val="007220D1"/>
    <w:rsid w:val="00722DB1"/>
    <w:rsid w:val="00724389"/>
    <w:rsid w:val="00727A16"/>
    <w:rsid w:val="00731C4F"/>
    <w:rsid w:val="00732765"/>
    <w:rsid w:val="0073705E"/>
    <w:rsid w:val="007417E5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1FC8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130BF"/>
    <w:rsid w:val="008249A6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17D6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3F8A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1D33"/>
    <w:rsid w:val="00A83A37"/>
    <w:rsid w:val="00A90243"/>
    <w:rsid w:val="00A93897"/>
    <w:rsid w:val="00A939A4"/>
    <w:rsid w:val="00AA2E79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57A9E"/>
    <w:rsid w:val="00B60A9B"/>
    <w:rsid w:val="00B619D8"/>
    <w:rsid w:val="00B620FD"/>
    <w:rsid w:val="00B63D31"/>
    <w:rsid w:val="00B72B1D"/>
    <w:rsid w:val="00B75ED9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061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53C5"/>
    <w:rsid w:val="00C172E4"/>
    <w:rsid w:val="00C27259"/>
    <w:rsid w:val="00C300FA"/>
    <w:rsid w:val="00C3040D"/>
    <w:rsid w:val="00C31E06"/>
    <w:rsid w:val="00C34F69"/>
    <w:rsid w:val="00C50BA4"/>
    <w:rsid w:val="00C51349"/>
    <w:rsid w:val="00C52404"/>
    <w:rsid w:val="00C52E8B"/>
    <w:rsid w:val="00C61EF7"/>
    <w:rsid w:val="00C7184D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39D0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25DC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21D1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331D4"/>
    <w:rsid w:val="00E408FA"/>
    <w:rsid w:val="00E42888"/>
    <w:rsid w:val="00E509E8"/>
    <w:rsid w:val="00E5583C"/>
    <w:rsid w:val="00E62DD7"/>
    <w:rsid w:val="00E653EC"/>
    <w:rsid w:val="00E77A9C"/>
    <w:rsid w:val="00E77B47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2EBF"/>
    <w:rsid w:val="00EB731B"/>
    <w:rsid w:val="00EC0BB1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3E10"/>
    <w:rsid w:val="00EE4944"/>
    <w:rsid w:val="00EF659A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B2D17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dova@zsko68nj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7</TotalTime>
  <Pages>4</Pages>
  <Words>1545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8</cp:revision>
  <cp:lastPrinted>2017-09-11T07:19:00Z</cp:lastPrinted>
  <dcterms:created xsi:type="dcterms:W3CDTF">2023-06-11T20:12:00Z</dcterms:created>
  <dcterms:modified xsi:type="dcterms:W3CDTF">2023-06-27T13:03:00Z</dcterms:modified>
</cp:coreProperties>
</file>