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DE74" w14:textId="4A89D119" w:rsidR="0049069D" w:rsidRPr="00EE3E10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EE3E10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</w:t>
      </w:r>
      <w:r w:rsidR="00DD4EE9" w:rsidRPr="00EE3E10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 </w:t>
      </w:r>
      <w:r w:rsidRPr="00EE3E10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A</w:t>
      </w:r>
    </w:p>
    <w:p w14:paraId="7ACDBE26" w14:textId="37D73046" w:rsidR="00DD4EE9" w:rsidRPr="00EE3E10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EE3E10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53232ED8" w14:textId="77777777" w:rsidR="00DF4BDB" w:rsidRPr="00EE3E10" w:rsidRDefault="00DF4BDB" w:rsidP="0049069D">
      <w:pPr>
        <w:pStyle w:val="Zkladntext3"/>
        <w:spacing w:line="200" w:lineRule="atLeast"/>
        <w:jc w:val="center"/>
        <w:rPr>
          <w:rFonts w:ascii="Calibri Light" w:hAnsi="Calibri Light" w:cs="Calibri Light"/>
          <w:sz w:val="21"/>
          <w:szCs w:val="21"/>
        </w:rPr>
      </w:pPr>
    </w:p>
    <w:p w14:paraId="136356E0" w14:textId="77777777" w:rsidR="005A0C36" w:rsidRPr="00EE3E10" w:rsidRDefault="00DD4EE9" w:rsidP="005A0C36">
      <w:pPr>
        <w:pStyle w:val="Bezmezer"/>
        <w:numPr>
          <w:ilvl w:val="0"/>
          <w:numId w:val="43"/>
        </w:numPr>
        <w:ind w:hanging="1440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Základní </w:t>
      </w:r>
      <w:r w:rsidR="005A0C36" w:rsidRPr="00EE3E10">
        <w:rPr>
          <w:rFonts w:ascii="Calibri Light" w:hAnsi="Calibri Light" w:cs="Calibri Light"/>
          <w:sz w:val="21"/>
          <w:szCs w:val="21"/>
        </w:rPr>
        <w:t>škola Nový Jičín, Komenského 68, příspěvková organizace</w:t>
      </w:r>
    </w:p>
    <w:p w14:paraId="65089A87" w14:textId="77777777" w:rsidR="005A0C36" w:rsidRPr="00EE3E10" w:rsidRDefault="005A0C36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se sídlem:</w:t>
      </w:r>
      <w:r w:rsidRPr="00EE3E10">
        <w:rPr>
          <w:rFonts w:ascii="Calibri Light" w:hAnsi="Calibri Light" w:cs="Calibri Light"/>
          <w:sz w:val="21"/>
          <w:szCs w:val="21"/>
        </w:rPr>
        <w:tab/>
        <w:t>Komenského 1118, 74101 Nový Jičín</w:t>
      </w:r>
    </w:p>
    <w:p w14:paraId="161D0E01" w14:textId="77777777" w:rsidR="005A0C36" w:rsidRPr="00EE3E10" w:rsidRDefault="005A0C36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zastoupena: </w:t>
      </w:r>
      <w:r w:rsidRPr="00EE3E10">
        <w:rPr>
          <w:rFonts w:ascii="Calibri Light" w:hAnsi="Calibri Light" w:cs="Calibri Light"/>
          <w:sz w:val="21"/>
          <w:szCs w:val="21"/>
        </w:rPr>
        <w:tab/>
        <w:t>RNDr. Svatavou Hajdovou, ředitelkou</w:t>
      </w:r>
    </w:p>
    <w:p w14:paraId="73AEF17C" w14:textId="77777777" w:rsidR="005A0C36" w:rsidRPr="00EE3E10" w:rsidRDefault="005A0C36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IČ: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  <w:t>00848328</w:t>
      </w:r>
    </w:p>
    <w:p w14:paraId="197319EF" w14:textId="77777777" w:rsidR="005A0C36" w:rsidRPr="00EE3E10" w:rsidRDefault="005A0C36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DIČ: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  <w:t>CZ00848328 (neplátce DPH)</w:t>
      </w:r>
    </w:p>
    <w:p w14:paraId="6FB6B146" w14:textId="77777777" w:rsidR="005A0C36" w:rsidRPr="00EE3E10" w:rsidRDefault="005A0C36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telefon: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  <w:t>+420 556 708 124</w:t>
      </w:r>
    </w:p>
    <w:p w14:paraId="4EBBC742" w14:textId="77777777" w:rsidR="005A0C36" w:rsidRPr="00EE3E10" w:rsidRDefault="005A0C36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e-mail: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hyperlink r:id="rId8" w:history="1">
        <w:r w:rsidRPr="00EE3E10">
          <w:rPr>
            <w:rStyle w:val="Hypertextovodkaz"/>
            <w:rFonts w:ascii="Calibri Light" w:hAnsi="Calibri Light" w:cs="Calibri Light"/>
            <w:sz w:val="21"/>
            <w:szCs w:val="21"/>
          </w:rPr>
          <w:t>hajdova@zsko68nj.cz</w:t>
        </w:r>
      </w:hyperlink>
      <w:r w:rsidRPr="00EE3E10">
        <w:rPr>
          <w:rFonts w:ascii="Calibri Light" w:hAnsi="Calibri Light" w:cs="Calibri Light"/>
          <w:sz w:val="21"/>
          <w:szCs w:val="21"/>
        </w:rPr>
        <w:t xml:space="preserve"> </w:t>
      </w:r>
    </w:p>
    <w:p w14:paraId="14D8207F" w14:textId="77777777" w:rsidR="005A0C36" w:rsidRPr="00EE3E10" w:rsidRDefault="005A0C36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č. účtu: 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  <w:t>22437801/0100</w:t>
      </w:r>
    </w:p>
    <w:p w14:paraId="1C85229B" w14:textId="596970EE" w:rsidR="0049069D" w:rsidRPr="00EE3E10" w:rsidRDefault="0049069D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(dále jen </w:t>
      </w:r>
      <w:r w:rsidRPr="00E77B47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 xml:space="preserve">) </w:t>
      </w:r>
    </w:p>
    <w:p w14:paraId="3A8D6349" w14:textId="77777777" w:rsidR="0049069D" w:rsidRPr="00EE3E10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 </w:t>
      </w:r>
    </w:p>
    <w:p w14:paraId="5D26AC3A" w14:textId="77777777" w:rsidR="0049069D" w:rsidRPr="00EE3E10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a</w:t>
      </w:r>
    </w:p>
    <w:p w14:paraId="2FAA1C91" w14:textId="77777777" w:rsidR="0049069D" w:rsidRPr="00EE3E10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 </w:t>
      </w:r>
    </w:p>
    <w:p w14:paraId="2C16A4F1" w14:textId="040B3725" w:rsidR="001140BC" w:rsidRPr="00EE3E10" w:rsidRDefault="00B279FA" w:rsidP="00CA502F">
      <w:pPr>
        <w:pStyle w:val="Nadpis1"/>
        <w:numPr>
          <w:ilvl w:val="0"/>
          <w:numId w:val="0"/>
        </w:numPr>
        <w:spacing w:before="40" w:after="40"/>
        <w:ind w:left="1418" w:hanging="1418"/>
        <w:rPr>
          <w:rFonts w:ascii="Calibri Light" w:hAnsi="Calibri Light" w:cs="Calibri Light"/>
          <w:b w:val="0"/>
          <w:bCs w:val="0"/>
          <w:sz w:val="21"/>
          <w:szCs w:val="21"/>
        </w:rPr>
      </w:pPr>
      <w:r w:rsidRPr="00EE3E10">
        <w:rPr>
          <w:rFonts w:ascii="Calibri Light" w:hAnsi="Calibri Light" w:cs="Calibri Light"/>
          <w:b w:val="0"/>
          <w:bCs w:val="0"/>
          <w:sz w:val="21"/>
          <w:szCs w:val="21"/>
        </w:rPr>
        <w:t>2.</w:t>
      </w:r>
      <w:r w:rsidRPr="00EE3E10">
        <w:rPr>
          <w:rFonts w:ascii="Calibri Light" w:hAnsi="Calibri Light" w:cs="Calibri Light"/>
          <w:b w:val="0"/>
          <w:bCs w:val="0"/>
          <w:sz w:val="21"/>
          <w:szCs w:val="21"/>
        </w:rPr>
        <w:tab/>
      </w:r>
      <w:r w:rsidR="005717D6" w:rsidRPr="00EE3E10">
        <w:rPr>
          <w:rFonts w:ascii="Calibri Light" w:hAnsi="Calibri Light" w:cs="Calibri Light"/>
          <w:b w:val="0"/>
          <w:bCs w:val="0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="005717D6" w:rsidRPr="00EE3E10">
        <w:rPr>
          <w:rFonts w:ascii="Calibri Light" w:hAnsi="Calibri Light" w:cs="Calibri Light"/>
          <w:b w:val="0"/>
          <w:bCs w:val="0"/>
          <w:sz w:val="21"/>
          <w:szCs w:val="21"/>
          <w:highlight w:val="yellow"/>
        </w:rPr>
        <w:instrText xml:space="preserve"> FORMTEXT </w:instrText>
      </w:r>
      <w:r w:rsidR="005717D6" w:rsidRPr="00EE3E10">
        <w:rPr>
          <w:rFonts w:ascii="Calibri Light" w:hAnsi="Calibri Light" w:cs="Calibri Light"/>
          <w:b w:val="0"/>
          <w:bCs w:val="0"/>
          <w:sz w:val="21"/>
          <w:szCs w:val="21"/>
          <w:highlight w:val="yellow"/>
        </w:rPr>
      </w:r>
      <w:r w:rsidR="005717D6" w:rsidRPr="00EE3E10">
        <w:rPr>
          <w:rFonts w:ascii="Calibri Light" w:hAnsi="Calibri Light" w:cs="Calibri Light"/>
          <w:b w:val="0"/>
          <w:bCs w:val="0"/>
          <w:sz w:val="21"/>
          <w:szCs w:val="21"/>
          <w:highlight w:val="yellow"/>
        </w:rPr>
        <w:fldChar w:fldCharType="separate"/>
      </w:r>
      <w:r w:rsidR="00D335EC">
        <w:rPr>
          <w:rFonts w:ascii="Calibri Light" w:hAnsi="Calibri Light" w:cs="Calibri Light"/>
          <w:b w:val="0"/>
          <w:bCs w:val="0"/>
          <w:noProof/>
          <w:sz w:val="21"/>
          <w:szCs w:val="21"/>
          <w:highlight w:val="yellow"/>
        </w:rPr>
        <w:t>DOPLNÍ ÚČASTNÍK</w:t>
      </w:r>
      <w:r w:rsidR="005717D6" w:rsidRPr="00EE3E10">
        <w:rPr>
          <w:rFonts w:ascii="Calibri Light" w:hAnsi="Calibri Light" w:cs="Calibri Light"/>
          <w:b w:val="0"/>
          <w:bCs w:val="0"/>
          <w:sz w:val="21"/>
          <w:szCs w:val="21"/>
          <w:highlight w:val="yellow"/>
        </w:rPr>
        <w:fldChar w:fldCharType="end"/>
      </w:r>
      <w:bookmarkEnd w:id="0"/>
      <w:r w:rsidR="001140BC" w:rsidRPr="00EE3E10">
        <w:rPr>
          <w:rFonts w:ascii="Calibri Light" w:hAnsi="Calibri Light" w:cs="Calibri Light"/>
          <w:b w:val="0"/>
          <w:bCs w:val="0"/>
          <w:sz w:val="21"/>
          <w:szCs w:val="21"/>
        </w:rPr>
        <w:tab/>
      </w:r>
    </w:p>
    <w:p w14:paraId="7BC28937" w14:textId="078B3201" w:rsidR="00CA502F" w:rsidRPr="00EE3E10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zapsána v</w:t>
      </w:r>
      <w:r w:rsidR="00CA502F" w:rsidRPr="00EE3E10">
        <w:rPr>
          <w:rFonts w:ascii="Calibri Light" w:hAnsi="Calibri Light" w:cs="Calibri Light"/>
          <w:sz w:val="21"/>
          <w:szCs w:val="21"/>
        </w:rPr>
        <w:tab/>
      </w:r>
      <w:r w:rsidR="005717D6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335E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  <w:r w:rsidR="00CA502F" w:rsidRPr="00EE3E10">
        <w:rPr>
          <w:rFonts w:ascii="Calibri Light" w:hAnsi="Calibri Light" w:cs="Calibri Light"/>
          <w:sz w:val="21"/>
          <w:szCs w:val="21"/>
        </w:rPr>
        <w:tab/>
      </w:r>
      <w:r w:rsidR="00CA502F" w:rsidRPr="00EE3E10">
        <w:rPr>
          <w:rFonts w:ascii="Calibri Light" w:hAnsi="Calibri Light" w:cs="Calibri Light"/>
          <w:sz w:val="21"/>
          <w:szCs w:val="21"/>
        </w:rPr>
        <w:tab/>
      </w:r>
    </w:p>
    <w:p w14:paraId="7116F0BF" w14:textId="3CA421E5" w:rsidR="000E00FE" w:rsidRPr="00EE3E10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se sídlem:</w:t>
      </w:r>
      <w:r w:rsidR="00CA502F" w:rsidRPr="00EE3E10">
        <w:rPr>
          <w:rFonts w:ascii="Calibri Light" w:hAnsi="Calibri Light" w:cs="Calibri Light"/>
          <w:sz w:val="21"/>
          <w:szCs w:val="21"/>
        </w:rPr>
        <w:tab/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335E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  <w:r w:rsidR="005717D6" w:rsidRPr="00EE3E10">
        <w:rPr>
          <w:rFonts w:ascii="Calibri Light" w:hAnsi="Calibri Light" w:cs="Calibri Light"/>
          <w:sz w:val="21"/>
          <w:szCs w:val="21"/>
        </w:rPr>
        <w:tab/>
      </w:r>
    </w:p>
    <w:p w14:paraId="181ED3A3" w14:textId="1A3D3983" w:rsidR="001140BC" w:rsidRPr="00EE3E10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zastoupena: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335E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  <w:r w:rsidR="001140BC" w:rsidRPr="00EE3E10">
        <w:rPr>
          <w:rFonts w:ascii="Calibri Light" w:hAnsi="Calibri Light" w:cs="Calibri Light"/>
          <w:sz w:val="21"/>
          <w:szCs w:val="21"/>
        </w:rPr>
        <w:tab/>
      </w:r>
      <w:r w:rsidR="001140BC" w:rsidRPr="00EE3E10">
        <w:rPr>
          <w:rFonts w:ascii="Calibri Light" w:hAnsi="Calibri Light" w:cs="Calibri Light"/>
          <w:sz w:val="21"/>
          <w:szCs w:val="21"/>
        </w:rPr>
        <w:tab/>
      </w:r>
      <w:r w:rsidR="001140BC" w:rsidRPr="00EE3E10">
        <w:rPr>
          <w:rFonts w:ascii="Calibri Light" w:hAnsi="Calibri Light" w:cs="Calibri Light"/>
          <w:sz w:val="21"/>
          <w:szCs w:val="21"/>
        </w:rPr>
        <w:tab/>
      </w:r>
    </w:p>
    <w:p w14:paraId="71A9DE9E" w14:textId="5053C7BD" w:rsidR="001140BC" w:rsidRPr="00EE3E10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IČ: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335E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  <w:r w:rsidR="00CA502F"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</w:p>
    <w:p w14:paraId="1CCE3B67" w14:textId="493F97AA" w:rsidR="001140BC" w:rsidRPr="00EE3E10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DIČ: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335E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  <w:r w:rsidRPr="00EE3E10">
        <w:rPr>
          <w:rFonts w:ascii="Calibri Light" w:hAnsi="Calibri Light" w:cs="Calibri Light"/>
          <w:sz w:val="21"/>
          <w:szCs w:val="21"/>
        </w:rPr>
        <w:tab/>
      </w:r>
    </w:p>
    <w:p w14:paraId="2EC99664" w14:textId="553AEFD0" w:rsidR="001140BC" w:rsidRPr="00EE3E10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telefon: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335E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  <w:r w:rsidRPr="00EE3E10">
        <w:rPr>
          <w:rFonts w:ascii="Calibri Light" w:hAnsi="Calibri Light" w:cs="Calibri Light"/>
          <w:sz w:val="21"/>
          <w:szCs w:val="21"/>
        </w:rPr>
        <w:tab/>
      </w:r>
    </w:p>
    <w:p w14:paraId="069B481C" w14:textId="73EBA8CC" w:rsidR="001140BC" w:rsidRPr="00EE3E10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e-mail: </w:t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335E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  <w:r w:rsidRPr="00EE3E10">
        <w:rPr>
          <w:rFonts w:ascii="Calibri Light" w:hAnsi="Calibri Light" w:cs="Calibri Light"/>
          <w:sz w:val="21"/>
          <w:szCs w:val="21"/>
        </w:rPr>
        <w:tab/>
      </w:r>
    </w:p>
    <w:p w14:paraId="0E29FC1E" w14:textId="3B7A977A" w:rsidR="001140BC" w:rsidRPr="00EE3E10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č. účtu:</w:t>
      </w:r>
      <w:r w:rsidR="00DC35F4" w:rsidRPr="00EE3E10">
        <w:rPr>
          <w:rFonts w:ascii="Calibri Light" w:hAnsi="Calibri Light" w:cs="Calibri Light"/>
          <w:sz w:val="21"/>
          <w:szCs w:val="21"/>
        </w:rPr>
        <w:tab/>
      </w:r>
      <w:r w:rsidR="00CA502F" w:rsidRPr="00EE3E10">
        <w:rPr>
          <w:rFonts w:ascii="Calibri Light" w:hAnsi="Calibri Light" w:cs="Calibri Light"/>
          <w:sz w:val="21"/>
          <w:szCs w:val="21"/>
        </w:rPr>
        <w:tab/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335EC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EE3E10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  <w:r w:rsidRPr="00EE3E10">
        <w:rPr>
          <w:rFonts w:ascii="Calibri Light" w:hAnsi="Calibri Light" w:cs="Calibri Light"/>
          <w:sz w:val="21"/>
          <w:szCs w:val="21"/>
        </w:rPr>
        <w:tab/>
      </w:r>
      <w:r w:rsidRPr="00EE3E10">
        <w:rPr>
          <w:rFonts w:ascii="Calibri Light" w:hAnsi="Calibri Light" w:cs="Calibri Light"/>
          <w:sz w:val="21"/>
          <w:szCs w:val="21"/>
        </w:rPr>
        <w:tab/>
      </w:r>
    </w:p>
    <w:p w14:paraId="7BB9C93C" w14:textId="77777777" w:rsidR="006A1966" w:rsidRPr="00EE3E10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 w:rsidR="006A1966" w:rsidRPr="00EE3E10">
        <w:rPr>
          <w:rFonts w:ascii="Calibri Light" w:hAnsi="Calibri Light" w:cs="Calibri Light"/>
          <w:sz w:val="21"/>
          <w:szCs w:val="21"/>
        </w:rPr>
        <w:t xml:space="preserve">(dále jen </w:t>
      </w:r>
      <w:r w:rsidR="006A1966" w:rsidRPr="00E77B47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="006A1966" w:rsidRPr="00EE3E10">
        <w:rPr>
          <w:rFonts w:ascii="Calibri Light" w:hAnsi="Calibri Light" w:cs="Calibri Light"/>
          <w:sz w:val="21"/>
          <w:szCs w:val="21"/>
        </w:rPr>
        <w:t>)</w:t>
      </w:r>
    </w:p>
    <w:p w14:paraId="216A07CC" w14:textId="77777777" w:rsidR="00C27259" w:rsidRPr="00EE3E10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</w:p>
    <w:p w14:paraId="7BB9E077" w14:textId="77777777" w:rsidR="00BB3E37" w:rsidRPr="00EE3E10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EE3E10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EE3E10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EE3E10">
        <w:rPr>
          <w:rFonts w:ascii="Calibri Light" w:hAnsi="Calibri Light" w:cs="Calibri Light"/>
          <w:sz w:val="21"/>
          <w:szCs w:val="21"/>
        </w:rPr>
        <w:t>zákoníku v platném znění (dále jen občanský zákoník) kupní smlouvu, která má tento obsah:</w:t>
      </w:r>
    </w:p>
    <w:p w14:paraId="24E540C0" w14:textId="77777777" w:rsidR="000B7ACD" w:rsidRPr="00EE3E10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09F1C19F" w14:textId="77777777" w:rsidR="00861F25" w:rsidRPr="00EE3E10" w:rsidRDefault="00861F25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1A9DA943" w14:textId="77777777" w:rsidR="00BB3E37" w:rsidRPr="00EE3E10" w:rsidRDefault="00BF5035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EE3E10">
        <w:rPr>
          <w:rFonts w:ascii="Calibri Light" w:hAnsi="Calibri Light" w:cs="Calibri Light"/>
          <w:bCs/>
          <w:sz w:val="21"/>
          <w:szCs w:val="21"/>
        </w:rPr>
        <w:t>I. Předmět a míst</w:t>
      </w:r>
      <w:r w:rsidR="0037446B" w:rsidRPr="00EE3E10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EE3E10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44728EAA" w:rsidR="00060BB3" w:rsidRPr="00EE3E10" w:rsidRDefault="001140BC" w:rsidP="00614217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EE3E10">
        <w:rPr>
          <w:rFonts w:ascii="Calibri Light" w:hAnsi="Calibri Light" w:cs="Calibri Light"/>
          <w:sz w:val="21"/>
          <w:szCs w:val="21"/>
        </w:rPr>
        <w:t xml:space="preserve">plnění dle této smlouvy je plnění předmětu veřejné zakázky </w:t>
      </w:r>
      <w:r w:rsidRPr="00EE3E10">
        <w:rPr>
          <w:rFonts w:ascii="Calibri Light" w:hAnsi="Calibri Light" w:cs="Calibri Light"/>
          <w:sz w:val="21"/>
          <w:szCs w:val="21"/>
        </w:rPr>
        <w:t>„</w:t>
      </w:r>
      <w:r w:rsidR="00EE3E10">
        <w:rPr>
          <w:rFonts w:ascii="Calibri Light" w:hAnsi="Calibri Light" w:cs="Calibri Light"/>
          <w:sz w:val="21"/>
          <w:szCs w:val="21"/>
        </w:rPr>
        <w:t>ŘEMESLA</w:t>
      </w:r>
      <w:r w:rsidR="005A0C36" w:rsidRPr="00EE3E10">
        <w:rPr>
          <w:rFonts w:ascii="Calibri Light" w:hAnsi="Calibri Light" w:cs="Calibri Light"/>
          <w:sz w:val="21"/>
          <w:szCs w:val="21"/>
        </w:rPr>
        <w:t xml:space="preserve"> </w:t>
      </w:r>
      <w:r w:rsidR="00DD51CA" w:rsidRPr="00EE3E10">
        <w:rPr>
          <w:rFonts w:ascii="Calibri Light" w:hAnsi="Calibri Light" w:cs="Calibri Light"/>
          <w:sz w:val="21"/>
          <w:szCs w:val="21"/>
        </w:rPr>
        <w:t xml:space="preserve">– </w:t>
      </w:r>
      <w:r w:rsidR="00A138C7" w:rsidRPr="00EE3E10">
        <w:rPr>
          <w:rFonts w:ascii="Calibri Light" w:hAnsi="Calibri Light" w:cs="Calibri Light"/>
          <w:sz w:val="21"/>
          <w:szCs w:val="21"/>
        </w:rPr>
        <w:t xml:space="preserve">DODÁVKA </w:t>
      </w:r>
      <w:r w:rsidR="00AA2E79">
        <w:rPr>
          <w:rFonts w:ascii="Calibri Light" w:hAnsi="Calibri Light" w:cs="Calibri Light"/>
          <w:sz w:val="21"/>
          <w:szCs w:val="21"/>
        </w:rPr>
        <w:t>ICT VYBAVENÍ A UČEBNÍCH POMŮCEK – 1. část veřejné zakázky „ICT vybavení“</w:t>
      </w:r>
      <w:r w:rsidR="008423ED" w:rsidRPr="00EE3E10">
        <w:rPr>
          <w:rFonts w:ascii="Calibri Light" w:hAnsi="Calibri Light" w:cs="Calibri Light"/>
          <w:sz w:val="21"/>
          <w:szCs w:val="21"/>
        </w:rPr>
        <w:t xml:space="preserve">“, </w:t>
      </w:r>
      <w:r w:rsidR="00EE3E10">
        <w:rPr>
          <w:rFonts w:ascii="Calibri Light" w:hAnsi="Calibri Light" w:cs="Calibri Light"/>
          <w:sz w:val="21"/>
          <w:szCs w:val="21"/>
        </w:rPr>
        <w:t xml:space="preserve">tj. </w:t>
      </w:r>
      <w:r w:rsidR="00AA2E79" w:rsidRPr="00AA2E79">
        <w:rPr>
          <w:rFonts w:ascii="Calibri Light" w:hAnsi="Calibri Light" w:cs="Calibri Light"/>
          <w:sz w:val="21"/>
          <w:szCs w:val="21"/>
        </w:rPr>
        <w:t>dodávka a instalace vybavení odborných učeben AV, ICT technikou. Jedná se zejm. o stolní počítače, notebooky a tablety, software, interaktivní dotykové panely a další vybavení</w:t>
      </w:r>
      <w:r w:rsidR="00A138C7" w:rsidRPr="00EE3E10">
        <w:rPr>
          <w:rFonts w:ascii="Calibri Light" w:hAnsi="Calibri Light" w:cs="Calibri Light"/>
          <w:sz w:val="21"/>
          <w:szCs w:val="21"/>
        </w:rPr>
        <w:t xml:space="preserve"> - </w:t>
      </w:r>
      <w:r w:rsidR="006A03D0" w:rsidRPr="00EE3E10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E77B47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EE3E10">
        <w:rPr>
          <w:rFonts w:ascii="Calibri Light" w:hAnsi="Calibri Light" w:cs="Calibri Light"/>
          <w:sz w:val="21"/>
          <w:szCs w:val="21"/>
        </w:rPr>
        <w:t>)</w:t>
      </w:r>
      <w:r w:rsidR="00DD51CA" w:rsidRPr="00EE3E10">
        <w:rPr>
          <w:rFonts w:ascii="Calibri Light" w:hAnsi="Calibri Light" w:cs="Calibri Light"/>
          <w:sz w:val="21"/>
          <w:szCs w:val="21"/>
        </w:rPr>
        <w:t>.</w:t>
      </w:r>
      <w:r w:rsidR="00BD4E65" w:rsidRPr="00EE3E10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EE3E10">
        <w:rPr>
          <w:rFonts w:ascii="Calibri Light" w:hAnsi="Calibri Light" w:cs="Calibri Light"/>
          <w:sz w:val="21"/>
          <w:szCs w:val="21"/>
        </w:rPr>
        <w:t xml:space="preserve">Bližší podrobnosti k předmětu plnění veřejné zakázky jsou popsány v technické specifikaci </w:t>
      </w:r>
      <w:r w:rsidR="00AA2E79">
        <w:rPr>
          <w:rFonts w:ascii="Calibri Light" w:hAnsi="Calibri Light" w:cs="Calibri Light"/>
          <w:sz w:val="21"/>
          <w:szCs w:val="21"/>
        </w:rPr>
        <w:t>a</w:t>
      </w:r>
      <w:r w:rsidR="00DD51CA" w:rsidRPr="00EE3E10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EE3E10">
        <w:rPr>
          <w:rFonts w:ascii="Calibri Light" w:hAnsi="Calibri Light" w:cs="Calibri Light"/>
          <w:sz w:val="21"/>
          <w:szCs w:val="21"/>
        </w:rPr>
        <w:t>položkové</w:t>
      </w:r>
      <w:r w:rsidR="00DD51CA" w:rsidRPr="00EE3E10">
        <w:rPr>
          <w:rFonts w:ascii="Calibri Light" w:hAnsi="Calibri Light" w:cs="Calibri Light"/>
          <w:sz w:val="21"/>
          <w:szCs w:val="21"/>
        </w:rPr>
        <w:t>mu</w:t>
      </w:r>
      <w:r w:rsidR="00133B74" w:rsidRPr="00EE3E10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EE3E10">
        <w:rPr>
          <w:rFonts w:ascii="Calibri Light" w:hAnsi="Calibri Light" w:cs="Calibri Light"/>
          <w:sz w:val="21"/>
          <w:szCs w:val="21"/>
        </w:rPr>
        <w:t xml:space="preserve">, </w:t>
      </w:r>
      <w:r w:rsidR="00A06BDD" w:rsidRPr="00EE3E10">
        <w:rPr>
          <w:rFonts w:ascii="Calibri Light" w:hAnsi="Calibri Light" w:cs="Calibri Light"/>
          <w:sz w:val="21"/>
          <w:szCs w:val="21"/>
        </w:rPr>
        <w:t>r</w:t>
      </w:r>
      <w:r w:rsidR="008D5423" w:rsidRPr="00EE3E10">
        <w:rPr>
          <w:rFonts w:ascii="Calibri Light" w:hAnsi="Calibri Light" w:cs="Calibri Light"/>
          <w:sz w:val="21"/>
          <w:szCs w:val="21"/>
        </w:rPr>
        <w:t>ozsah je</w:t>
      </w:r>
      <w:r w:rsidRPr="00EE3E10">
        <w:rPr>
          <w:rFonts w:ascii="Calibri Light" w:hAnsi="Calibri Light" w:cs="Calibri Light"/>
          <w:sz w:val="21"/>
          <w:szCs w:val="21"/>
        </w:rPr>
        <w:t xml:space="preserve"> uveden</w:t>
      </w:r>
      <w:r w:rsidR="008D5423" w:rsidRPr="00EE3E10">
        <w:rPr>
          <w:rFonts w:ascii="Calibri Light" w:hAnsi="Calibri Light" w:cs="Calibri Light"/>
          <w:sz w:val="21"/>
          <w:szCs w:val="21"/>
        </w:rPr>
        <w:t xml:space="preserve"> </w:t>
      </w:r>
      <w:r w:rsidR="00406DE5" w:rsidRPr="00EE3E10">
        <w:rPr>
          <w:rFonts w:ascii="Calibri Light" w:hAnsi="Calibri Light" w:cs="Calibri Light"/>
          <w:sz w:val="21"/>
          <w:szCs w:val="21"/>
        </w:rPr>
        <w:t>v </w:t>
      </w:r>
      <w:r w:rsidR="00F92C66" w:rsidRPr="00EE3E10">
        <w:rPr>
          <w:rFonts w:ascii="Calibri Light" w:hAnsi="Calibri Light" w:cs="Calibri Light"/>
          <w:sz w:val="21"/>
          <w:szCs w:val="21"/>
        </w:rPr>
        <w:t>položkové</w:t>
      </w:r>
      <w:r w:rsidR="007535B4" w:rsidRPr="00EE3E10">
        <w:rPr>
          <w:rFonts w:ascii="Calibri Light" w:hAnsi="Calibri Light" w:cs="Calibri Light"/>
          <w:sz w:val="21"/>
          <w:szCs w:val="21"/>
        </w:rPr>
        <w:t>m</w:t>
      </w:r>
      <w:r w:rsidR="0037446B" w:rsidRPr="00EE3E10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EE3E10">
        <w:rPr>
          <w:rFonts w:ascii="Calibri Light" w:hAnsi="Calibri Light" w:cs="Calibri Light"/>
          <w:sz w:val="21"/>
          <w:szCs w:val="21"/>
        </w:rPr>
        <w:t>. Obojí jsou přílohami této smlouvy.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bookmarkStart w:id="9" w:name="_Hlk510989554"/>
    </w:p>
    <w:p w14:paraId="34CC4072" w14:textId="12A3A7E0" w:rsidR="00DC35F4" w:rsidRPr="00EE3E10" w:rsidRDefault="00060BB3" w:rsidP="006F24DF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Místem plnění je: </w:t>
      </w:r>
      <w:bookmarkEnd w:id="9"/>
      <w:r w:rsidR="00160C26" w:rsidRPr="00EE3E10">
        <w:rPr>
          <w:rFonts w:ascii="Calibri Light" w:hAnsi="Calibri Light" w:cs="Calibri Light"/>
          <w:sz w:val="21"/>
          <w:szCs w:val="21"/>
        </w:rPr>
        <w:t>Základní škola Nový Jičín, Komenského 68, příspěvková organizace na adrese: Komenského 1118, 74101 Nový Jičín.</w:t>
      </w:r>
    </w:p>
    <w:p w14:paraId="1AD11661" w14:textId="77777777" w:rsidR="00DC35F4" w:rsidRPr="00EE3E10" w:rsidRDefault="005E7D8F" w:rsidP="00B93A06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Prodávající</w:t>
      </w:r>
      <w:r w:rsidR="001140BC" w:rsidRPr="00EE3E10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této smlouvy.</w:t>
      </w:r>
    </w:p>
    <w:p w14:paraId="62544D38" w14:textId="0EE6E398" w:rsidR="00EB731B" w:rsidRPr="00EE3E10" w:rsidRDefault="00EB731B" w:rsidP="00EB731B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Prodávající se zavazuje dodat a provést montáž uvedeného předmětu koupě v místě plnění a převést na kupujícího vlastnické právo k tomuto předmětu koupě. </w:t>
      </w:r>
      <w:r w:rsidR="00B109E1" w:rsidRPr="00EE3E10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EE3E10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EE3E10">
        <w:rPr>
          <w:rFonts w:ascii="Calibri Light" w:hAnsi="Calibri Light" w:cs="Calibri Light"/>
          <w:sz w:val="21"/>
          <w:szCs w:val="21"/>
        </w:rPr>
        <w:t xml:space="preserve">předmětu </w:t>
      </w:r>
      <w:r w:rsidRPr="00EE3E10">
        <w:rPr>
          <w:rFonts w:ascii="Calibri Light" w:hAnsi="Calibri Light" w:cs="Calibri Light"/>
          <w:sz w:val="21"/>
          <w:szCs w:val="21"/>
        </w:rPr>
        <w:t>koupě a jeho montáž bez vad a nedodělků kupní cenu, a to na základě předávacího protokolu a soupisu dodávek.</w:t>
      </w:r>
    </w:p>
    <w:p w14:paraId="00C8EC8E" w14:textId="42BEC68F" w:rsidR="00DF3772" w:rsidRDefault="009B6601" w:rsidP="007241EE">
      <w:pPr>
        <w:pStyle w:val="Zkladntext3"/>
        <w:numPr>
          <w:ilvl w:val="0"/>
          <w:numId w:val="31"/>
        </w:numPr>
        <w:tabs>
          <w:tab w:val="left" w:pos="2410"/>
        </w:tabs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Projekt </w:t>
      </w:r>
      <w:r w:rsidR="00060BB3" w:rsidRPr="00EE3E10">
        <w:rPr>
          <w:rFonts w:ascii="Calibri Light" w:hAnsi="Calibri Light" w:cs="Calibri Light"/>
          <w:sz w:val="21"/>
          <w:szCs w:val="21"/>
        </w:rPr>
        <w:t>je</w:t>
      </w:r>
      <w:r w:rsidRPr="00EE3E10">
        <w:rPr>
          <w:rFonts w:ascii="Calibri Light" w:hAnsi="Calibri Light" w:cs="Calibri Light"/>
          <w:sz w:val="21"/>
          <w:szCs w:val="21"/>
        </w:rPr>
        <w:t xml:space="preserve"> spolufinancován z Integrovaného regionálního operačního programu, </w:t>
      </w:r>
      <w:r w:rsidR="001F4A92" w:rsidRPr="00EE3E10">
        <w:rPr>
          <w:rFonts w:ascii="Calibri Light" w:hAnsi="Calibri Light" w:cs="Calibri Light"/>
          <w:sz w:val="21"/>
          <w:szCs w:val="21"/>
        </w:rPr>
        <w:t xml:space="preserve">výzva č. </w:t>
      </w:r>
      <w:r w:rsidR="00EE3E10" w:rsidRPr="00EE3E10">
        <w:rPr>
          <w:rFonts w:ascii="Calibri Light" w:hAnsi="Calibri Light" w:cs="Calibri Light"/>
          <w:sz w:val="21"/>
          <w:szCs w:val="21"/>
        </w:rPr>
        <w:t>111 ZÁKLADNÍ ŠKOLY II. - SC 4.1 (MRR)</w:t>
      </w:r>
      <w:r w:rsidR="001F4A92" w:rsidRPr="00EE3E10">
        <w:rPr>
          <w:rFonts w:ascii="Calibri Light" w:hAnsi="Calibri Light" w:cs="Calibri Light"/>
          <w:sz w:val="21"/>
          <w:szCs w:val="21"/>
        </w:rPr>
        <w:t xml:space="preserve">, </w:t>
      </w:r>
      <w:r w:rsidR="00060BB3" w:rsidRPr="00EE3E10">
        <w:rPr>
          <w:rFonts w:ascii="Calibri Light" w:hAnsi="Calibri Light" w:cs="Calibri Light"/>
          <w:sz w:val="21"/>
          <w:szCs w:val="21"/>
        </w:rPr>
        <w:t xml:space="preserve">název projektu: </w:t>
      </w:r>
      <w:proofErr w:type="gramStart"/>
      <w:r w:rsidR="00EE3E10" w:rsidRPr="00EE3E10">
        <w:rPr>
          <w:rFonts w:ascii="Calibri Light" w:hAnsi="Calibri Light" w:cs="Calibri Light"/>
          <w:sz w:val="21"/>
          <w:szCs w:val="21"/>
        </w:rPr>
        <w:t>Řemesla - rekonstrukce</w:t>
      </w:r>
      <w:proofErr w:type="gramEnd"/>
      <w:r w:rsidR="00EE3E10" w:rsidRPr="00EE3E10">
        <w:rPr>
          <w:rFonts w:ascii="Calibri Light" w:hAnsi="Calibri Light" w:cs="Calibri Light"/>
          <w:sz w:val="21"/>
          <w:szCs w:val="21"/>
        </w:rPr>
        <w:t xml:space="preserve"> žákovské kuchyňky a školních dílen</w:t>
      </w:r>
      <w:r w:rsidR="00E945DA" w:rsidRPr="00EE3E10">
        <w:rPr>
          <w:rFonts w:ascii="Calibri Light" w:hAnsi="Calibri Light" w:cs="Calibri Light"/>
          <w:sz w:val="21"/>
          <w:szCs w:val="21"/>
        </w:rPr>
        <w:t xml:space="preserve">; </w:t>
      </w:r>
      <w:r w:rsidR="00060BB3" w:rsidRPr="00EE3E10">
        <w:rPr>
          <w:rFonts w:ascii="Calibri Light" w:hAnsi="Calibri Light" w:cs="Calibri Light"/>
          <w:sz w:val="21"/>
          <w:szCs w:val="21"/>
        </w:rPr>
        <w:t xml:space="preserve">registrační </w:t>
      </w:r>
      <w:r w:rsidR="001F4A92" w:rsidRPr="00EE3E10">
        <w:rPr>
          <w:rFonts w:ascii="Calibri Light" w:hAnsi="Calibri Light" w:cs="Calibri Light"/>
          <w:sz w:val="21"/>
          <w:szCs w:val="21"/>
        </w:rPr>
        <w:t xml:space="preserve">číslo projektu: </w:t>
      </w:r>
      <w:r w:rsidR="00EE3E10" w:rsidRPr="00EE3E10">
        <w:rPr>
          <w:rFonts w:ascii="Calibri Light" w:hAnsi="Calibri Light" w:cs="Calibri Light"/>
          <w:sz w:val="20"/>
          <w:szCs w:val="20"/>
        </w:rPr>
        <w:t>CZ.06.04.01/00/22_111/0001642</w:t>
      </w:r>
      <w:r w:rsidRPr="00EE3E10">
        <w:rPr>
          <w:rFonts w:ascii="Calibri Light" w:hAnsi="Calibri Light" w:cs="Calibri Light"/>
          <w:sz w:val="21"/>
          <w:szCs w:val="21"/>
        </w:rPr>
        <w:t>.</w:t>
      </w:r>
      <w:r w:rsidR="00BB3E37" w:rsidRPr="00EE3E10">
        <w:rPr>
          <w:rFonts w:ascii="Calibri Light" w:hAnsi="Calibri Light" w:cs="Calibri Light"/>
          <w:sz w:val="21"/>
          <w:szCs w:val="21"/>
        </w:rPr>
        <w:t xml:space="preserve">  </w:t>
      </w:r>
    </w:p>
    <w:p w14:paraId="1144512D" w14:textId="77777777" w:rsidR="00AA2E79" w:rsidRDefault="00AA2E79" w:rsidP="00AA2E79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43D75AC7" w14:textId="77777777" w:rsidR="00AA2E79" w:rsidRPr="00EE3E10" w:rsidRDefault="00AA2E79" w:rsidP="00AA2E79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3727BB42" w14:textId="77777777" w:rsidR="00BB3E37" w:rsidRPr="00EE3E10" w:rsidRDefault="00DC678A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EE3E10">
        <w:rPr>
          <w:rFonts w:ascii="Calibri Light" w:hAnsi="Calibri Light" w:cs="Calibri Light"/>
          <w:bCs/>
          <w:sz w:val="21"/>
          <w:szCs w:val="21"/>
        </w:rPr>
        <w:lastRenderedPageBreak/>
        <w:t>I</w:t>
      </w:r>
      <w:r w:rsidR="00BB3E37" w:rsidRPr="00EE3E10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77777777" w:rsidR="00D2353A" w:rsidRPr="00EE3E10" w:rsidRDefault="00D2353A" w:rsidP="00D2353A">
      <w:pPr>
        <w:pStyle w:val="Nadpis2"/>
        <w:numPr>
          <w:ilvl w:val="0"/>
          <w:numId w:val="32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Smluvní strany se dohodly, že cena dodávky a montáže předmětu koupě dle čl. I. této smlouvy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EE3E10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EE3E10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292137F8" w:rsidR="00FE373B" w:rsidRPr="00EE3E10" w:rsidRDefault="00250AD3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D46999"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="00D46999"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="00D46999"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D335EC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="00D46999"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EE3E10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EE3E10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EE3E10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EE3E10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1683159B" w:rsidR="00FE373B" w:rsidRPr="00EE3E10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D335EC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EE3E10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EE3E10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EE3E10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EE3E10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06BF7BD6" w:rsidR="00FE373B" w:rsidRPr="00EE3E10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D335EC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EE3E10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EE3E10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EE3E10" w:rsidRDefault="00DF0F5E" w:rsidP="00DF0F5E">
      <w:pPr>
        <w:spacing w:after="80" w:line="240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3A9D6B93" w14:textId="6B053E02" w:rsidR="00DF0F5E" w:rsidRPr="00EE3E10" w:rsidRDefault="00FE373B" w:rsidP="004C7081">
      <w:pPr>
        <w:spacing w:after="80" w:line="240" w:lineRule="atLeast"/>
        <w:ind w:left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Předmět plnění této smlouvy nebude využíván ani částečně pro ekonomickou činnost, </w:t>
      </w:r>
      <w:r w:rsidR="005E7D8F" w:rsidRPr="00EE3E10">
        <w:rPr>
          <w:rFonts w:ascii="Calibri Light" w:hAnsi="Calibri Light" w:cs="Calibri Light"/>
          <w:sz w:val="21"/>
          <w:szCs w:val="21"/>
        </w:rPr>
        <w:t>kupující</w:t>
      </w:r>
      <w:r w:rsidR="00391437" w:rsidRPr="00EE3E10">
        <w:rPr>
          <w:rFonts w:ascii="Calibri Light" w:hAnsi="Calibri Light" w:cs="Calibri Light"/>
          <w:sz w:val="21"/>
          <w:szCs w:val="21"/>
        </w:rPr>
        <w:t xml:space="preserve"> jej pořizuje výlučně za účelem vzdělávání</w:t>
      </w:r>
      <w:r w:rsidRPr="00EE3E10">
        <w:rPr>
          <w:rFonts w:ascii="Calibri Light" w:hAnsi="Calibri Light" w:cs="Calibri Light"/>
          <w:sz w:val="21"/>
          <w:szCs w:val="21"/>
        </w:rPr>
        <w:t xml:space="preserve">. Pokud jsou poskytnuté montážní práce zařazené pod číselnými kódy </w:t>
      </w:r>
      <w:proofErr w:type="gramStart"/>
      <w:r w:rsidRPr="00EE3E10">
        <w:rPr>
          <w:rFonts w:ascii="Calibri Light" w:hAnsi="Calibri Light" w:cs="Calibri Light"/>
          <w:sz w:val="21"/>
          <w:szCs w:val="21"/>
        </w:rPr>
        <w:t>41- 43</w:t>
      </w:r>
      <w:proofErr w:type="gramEnd"/>
      <w:r w:rsidRPr="00EE3E10">
        <w:rPr>
          <w:rFonts w:ascii="Calibri Light" w:hAnsi="Calibri Light" w:cs="Calibri Light"/>
          <w:sz w:val="21"/>
          <w:szCs w:val="21"/>
        </w:rPr>
        <w:t xml:space="preserve"> klasifikace produkce CZ-CPA, režim přenesení daňové povinnosti dle § 92e zákona č.</w:t>
      </w:r>
      <w:r w:rsidR="00E77B47">
        <w:rPr>
          <w:rFonts w:ascii="Calibri Light" w:hAnsi="Calibri Light" w:cs="Calibri Light"/>
          <w:sz w:val="21"/>
          <w:szCs w:val="21"/>
        </w:rPr>
        <w:t> </w:t>
      </w:r>
      <w:r w:rsidRPr="00EE3E10">
        <w:rPr>
          <w:rFonts w:ascii="Calibri Light" w:hAnsi="Calibri Light" w:cs="Calibri Light"/>
          <w:sz w:val="21"/>
          <w:szCs w:val="21"/>
        </w:rPr>
        <w:t xml:space="preserve">235/2004 Sb., o dani z přidané hodnoty, v platném znění, nebude použit. </w:t>
      </w:r>
    </w:p>
    <w:p w14:paraId="4434B78D" w14:textId="77777777" w:rsidR="004C7081" w:rsidRPr="00EE3E10" w:rsidRDefault="00516D39" w:rsidP="007C7DF6">
      <w:pPr>
        <w:pStyle w:val="Odstavecseseznamem"/>
        <w:numPr>
          <w:ilvl w:val="0"/>
          <w:numId w:val="32"/>
        </w:numPr>
        <w:spacing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D2353A" w:rsidRPr="00EE3E10">
        <w:rPr>
          <w:rFonts w:ascii="Calibri Light" w:hAnsi="Calibri Light" w:cs="Calibri Light"/>
          <w:sz w:val="21"/>
          <w:szCs w:val="21"/>
        </w:rPr>
        <w:t xml:space="preserve">předmětu koupě </w:t>
      </w:r>
      <w:r w:rsidRPr="00EE3E10">
        <w:rPr>
          <w:rFonts w:ascii="Calibri Light" w:hAnsi="Calibri Light" w:cs="Calibri Light"/>
          <w:sz w:val="21"/>
          <w:szCs w:val="21"/>
        </w:rPr>
        <w:t>je uveden v příloze této smlouvy.</w:t>
      </w:r>
    </w:p>
    <w:p w14:paraId="35726B33" w14:textId="77777777" w:rsidR="00F8424B" w:rsidRPr="00EE3E10" w:rsidRDefault="00F8424B" w:rsidP="00F8424B">
      <w:pPr>
        <w:pStyle w:val="Odstavecseseznamem"/>
        <w:numPr>
          <w:ilvl w:val="0"/>
          <w:numId w:val="3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Cena je maximální a zahrnuje veškeré náklady, které prodávající vynaloží na dodávku, přepravu a montáž předmětu koupě. </w:t>
      </w:r>
    </w:p>
    <w:p w14:paraId="0187483E" w14:textId="77777777" w:rsidR="00D2353A" w:rsidRPr="00EE3E10" w:rsidRDefault="00D2353A" w:rsidP="00D2353A">
      <w:pPr>
        <w:pStyle w:val="Odstavecseseznamem"/>
        <w:numPr>
          <w:ilvl w:val="0"/>
          <w:numId w:val="32"/>
        </w:numPr>
        <w:spacing w:before="80" w:after="12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této smlouvy. </w:t>
      </w:r>
    </w:p>
    <w:p w14:paraId="3DEB154A" w14:textId="77777777" w:rsidR="009F6963" w:rsidRPr="00EE3E10" w:rsidRDefault="009F6963" w:rsidP="009F6963">
      <w:pPr>
        <w:pStyle w:val="slovn"/>
        <w:tabs>
          <w:tab w:val="clear" w:pos="454"/>
        </w:tabs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</w:p>
    <w:p w14:paraId="7E9C9C82" w14:textId="77777777" w:rsidR="00BB3E37" w:rsidRPr="00EE3E10" w:rsidRDefault="00BB3E3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EE3E10">
        <w:rPr>
          <w:rFonts w:ascii="Calibri Light" w:hAnsi="Calibri Light" w:cs="Calibri Light"/>
          <w:bCs/>
          <w:sz w:val="21"/>
          <w:szCs w:val="21"/>
        </w:rPr>
        <w:t>III. Podmínky plnění</w:t>
      </w:r>
    </w:p>
    <w:p w14:paraId="592D30B8" w14:textId="2C8C8F5C" w:rsidR="00B52C08" w:rsidRPr="00EE3E10" w:rsidRDefault="00B52C08" w:rsidP="00B52C08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Prodávající je povinen dodat kupujícímu předmět koupě dle čl. I. bodu 1. smlouvy a provést jeho montáž</w:t>
      </w:r>
      <w:r w:rsidR="00EE3E10">
        <w:rPr>
          <w:rFonts w:ascii="Calibri Light" w:hAnsi="Calibri Light" w:cs="Calibri Light"/>
          <w:sz w:val="21"/>
          <w:szCs w:val="21"/>
        </w:rPr>
        <w:t xml:space="preserve"> </w:t>
      </w:r>
      <w:r w:rsidRPr="00EE3E10">
        <w:rPr>
          <w:rFonts w:ascii="Calibri Light" w:hAnsi="Calibri Light" w:cs="Calibri Light"/>
          <w:sz w:val="21"/>
          <w:szCs w:val="21"/>
        </w:rPr>
        <w:t xml:space="preserve">bez vad a nedodělků v termínu stanoveném kupujícím v písemné výzvě. Tato výzva bude prodávajícímu doručena nejméně </w:t>
      </w:r>
      <w:r w:rsidR="00EE3E10">
        <w:rPr>
          <w:rFonts w:ascii="Calibri Light" w:hAnsi="Calibri Light" w:cs="Calibri Light"/>
          <w:sz w:val="21"/>
          <w:szCs w:val="21"/>
        </w:rPr>
        <w:t>1</w:t>
      </w:r>
      <w:r w:rsidRPr="00EE3E10">
        <w:rPr>
          <w:rFonts w:ascii="Calibri Light" w:hAnsi="Calibri Light" w:cs="Calibri Light"/>
          <w:sz w:val="21"/>
          <w:szCs w:val="21"/>
        </w:rPr>
        <w:t xml:space="preserve">0 pracovních dnů před stanoveným termínem </w:t>
      </w:r>
      <w:r w:rsidR="00A06BDD" w:rsidRPr="00EE3E10">
        <w:rPr>
          <w:rFonts w:ascii="Calibri Light" w:hAnsi="Calibri Light" w:cs="Calibri Light"/>
          <w:sz w:val="21"/>
          <w:szCs w:val="21"/>
        </w:rPr>
        <w:t xml:space="preserve">zahájení </w:t>
      </w:r>
      <w:r w:rsidRPr="00EE3E10">
        <w:rPr>
          <w:rFonts w:ascii="Calibri Light" w:hAnsi="Calibri Light" w:cs="Calibri Light"/>
          <w:sz w:val="21"/>
          <w:szCs w:val="21"/>
        </w:rPr>
        <w:t xml:space="preserve">dodávky a montáže. </w:t>
      </w:r>
    </w:p>
    <w:p w14:paraId="35B2E8AC" w14:textId="6CA74C4F" w:rsidR="00B93A06" w:rsidRPr="00EE3E10" w:rsidRDefault="00A6166A" w:rsidP="000D7D01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noProof/>
          <w:sz w:val="21"/>
          <w:szCs w:val="21"/>
        </w:rPr>
        <w:t xml:space="preserve">Prodávající bere na vědomí, že dodávka </w:t>
      </w:r>
      <w:r w:rsidR="00D2353A" w:rsidRPr="00EE3E10">
        <w:rPr>
          <w:rFonts w:ascii="Calibri Light" w:hAnsi="Calibri Light" w:cs="Calibri Light"/>
          <w:noProof/>
          <w:sz w:val="21"/>
          <w:szCs w:val="21"/>
        </w:rPr>
        <w:t xml:space="preserve">předmětu koupě </w:t>
      </w:r>
      <w:r w:rsidRPr="00EE3E10">
        <w:rPr>
          <w:rFonts w:ascii="Calibri Light" w:hAnsi="Calibri Light" w:cs="Calibri Light"/>
          <w:noProof/>
          <w:sz w:val="21"/>
          <w:szCs w:val="21"/>
        </w:rPr>
        <w:t xml:space="preserve">musí být </w:t>
      </w:r>
      <w:r w:rsidR="00D2353A" w:rsidRPr="00EE3E10">
        <w:rPr>
          <w:rFonts w:ascii="Calibri Light" w:hAnsi="Calibri Light" w:cs="Calibri Light"/>
          <w:noProof/>
          <w:sz w:val="21"/>
          <w:szCs w:val="21"/>
        </w:rPr>
        <w:t xml:space="preserve">kupujícímu </w:t>
      </w:r>
      <w:r w:rsidRPr="00EE3E10">
        <w:rPr>
          <w:rFonts w:ascii="Calibri Light" w:hAnsi="Calibri Light" w:cs="Calibri Light"/>
          <w:noProof/>
          <w:sz w:val="21"/>
          <w:szCs w:val="21"/>
        </w:rPr>
        <w:t xml:space="preserve">předána nejpozději do </w:t>
      </w:r>
      <w:r w:rsidR="00E77B47">
        <w:rPr>
          <w:rFonts w:ascii="Calibri Light" w:hAnsi="Calibri Light" w:cs="Calibri Light"/>
          <w:noProof/>
          <w:sz w:val="21"/>
          <w:szCs w:val="21"/>
        </w:rPr>
        <w:t>osmi (8)</w:t>
      </w:r>
      <w:r w:rsidR="004F0CCD" w:rsidRPr="00EE3E10">
        <w:rPr>
          <w:rFonts w:ascii="Calibri Light" w:hAnsi="Calibri Light" w:cs="Calibri Light"/>
          <w:noProof/>
          <w:sz w:val="21"/>
          <w:szCs w:val="21"/>
        </w:rPr>
        <w:t xml:space="preserve"> kalendářních týdnů</w:t>
      </w:r>
      <w:r w:rsidR="00CF0DA3" w:rsidRPr="00EE3E10">
        <w:rPr>
          <w:rFonts w:ascii="Calibri Light" w:hAnsi="Calibri Light" w:cs="Calibri Light"/>
          <w:noProof/>
          <w:sz w:val="21"/>
          <w:szCs w:val="21"/>
        </w:rPr>
        <w:t xml:space="preserve"> od zahájení dodávek a montáže</w:t>
      </w:r>
      <w:r w:rsidR="004F0CCD" w:rsidRPr="00EE3E10">
        <w:rPr>
          <w:rFonts w:ascii="Calibri Light" w:hAnsi="Calibri Light" w:cs="Calibri Light"/>
          <w:noProof/>
          <w:sz w:val="21"/>
          <w:szCs w:val="21"/>
        </w:rPr>
        <w:t>.</w:t>
      </w:r>
      <w:r w:rsidR="00D86C0F" w:rsidRPr="00EE3E10">
        <w:rPr>
          <w:rFonts w:ascii="Calibri Light" w:hAnsi="Calibri Light" w:cs="Calibri Light"/>
          <w:noProof/>
          <w:sz w:val="21"/>
          <w:szCs w:val="21"/>
        </w:rPr>
        <w:t xml:space="preserve"> </w:t>
      </w:r>
    </w:p>
    <w:p w14:paraId="234560A8" w14:textId="4DDDF3CA" w:rsidR="0030403E" w:rsidRPr="00EE3E10" w:rsidRDefault="0030403E" w:rsidP="0030403E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Prodávající musí koordinovat dodávku a montáž předmětu koupě s dodavatelem </w:t>
      </w:r>
      <w:r w:rsidR="00AA2E79">
        <w:rPr>
          <w:rFonts w:ascii="Calibri Light" w:hAnsi="Calibri Light" w:cs="Calibri Light"/>
          <w:sz w:val="21"/>
          <w:szCs w:val="21"/>
        </w:rPr>
        <w:t>nábytku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 w:rsidR="00E77B47">
        <w:rPr>
          <w:rFonts w:ascii="Calibri Light" w:hAnsi="Calibri Light" w:cs="Calibri Light"/>
          <w:sz w:val="21"/>
          <w:szCs w:val="21"/>
        </w:rPr>
        <w:t xml:space="preserve">a zhotovitelem stavebních prací </w:t>
      </w:r>
      <w:r w:rsidRPr="00EE3E10">
        <w:rPr>
          <w:rFonts w:ascii="Calibri Light" w:hAnsi="Calibri Light" w:cs="Calibri Light"/>
          <w:sz w:val="21"/>
          <w:szCs w:val="21"/>
        </w:rPr>
        <w:t>v místnostech montáže předmětu koupě, které bud</w:t>
      </w:r>
      <w:r w:rsidR="00E77B47">
        <w:rPr>
          <w:rFonts w:ascii="Calibri Light" w:hAnsi="Calibri Light" w:cs="Calibri Light"/>
          <w:sz w:val="21"/>
          <w:szCs w:val="21"/>
        </w:rPr>
        <w:t>ou</w:t>
      </w:r>
      <w:r w:rsidRPr="00EE3E10">
        <w:rPr>
          <w:rFonts w:ascii="Calibri Light" w:hAnsi="Calibri Light" w:cs="Calibri Light"/>
          <w:sz w:val="21"/>
          <w:szCs w:val="21"/>
        </w:rPr>
        <w:t xml:space="preserve"> proveden</w:t>
      </w:r>
      <w:r w:rsidR="00E77B47">
        <w:rPr>
          <w:rFonts w:ascii="Calibri Light" w:hAnsi="Calibri Light" w:cs="Calibri Light"/>
          <w:sz w:val="21"/>
          <w:szCs w:val="21"/>
        </w:rPr>
        <w:t>y</w:t>
      </w:r>
      <w:r w:rsidRPr="00EE3E10">
        <w:rPr>
          <w:rFonts w:ascii="Calibri Light" w:hAnsi="Calibri Light" w:cs="Calibri Light"/>
          <w:sz w:val="21"/>
          <w:szCs w:val="21"/>
        </w:rPr>
        <w:t xml:space="preserve"> na základě samostatné veřejné zakázky a uzavřené smlouvy, a to tak, aby průběh všech prací a dodávek byl plynulý. Porušení této povinnosti je považováno za podstatné porušení této smlouvy a objednatel může od této smlouvy odstoupit.</w:t>
      </w:r>
    </w:p>
    <w:p w14:paraId="47036376" w14:textId="77777777" w:rsidR="00D2353A" w:rsidRPr="00EE3E10" w:rsidRDefault="00D2353A" w:rsidP="00D2353A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EE3E10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EE3E10" w:rsidRDefault="00D2353A" w:rsidP="009933A3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4C2BEE72" w14:textId="4C67681A" w:rsidR="00C3040D" w:rsidRPr="00EE3E10" w:rsidRDefault="00C3040D" w:rsidP="00C3040D">
      <w:pPr>
        <w:pStyle w:val="Zkladntext3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57B6C1C1" w14:textId="77777777" w:rsidR="00C3040D" w:rsidRPr="00EE3E10" w:rsidRDefault="00C3040D" w:rsidP="00C3040D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EE3E10">
        <w:rPr>
          <w:rFonts w:ascii="Calibri Light" w:hAnsi="Calibri Light" w:cs="Calibri Light"/>
          <w:bCs/>
          <w:sz w:val="21"/>
          <w:szCs w:val="21"/>
        </w:rPr>
        <w:t>IV. Vyšší moc</w:t>
      </w:r>
    </w:p>
    <w:p w14:paraId="1933E594" w14:textId="77777777" w:rsidR="00C3040D" w:rsidRPr="00EE3E10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Smluvní strany se zprošťují veškeré odpovědnosti za nesplnění svých povinností z této Smlouvy po dobu trvání vyšší moci do té míry, pokud po nich nebylo možné požadovat, aby neplnění svých povinností z této Smlouvy v důsledku vyšší moci předešly. </w:t>
      </w:r>
    </w:p>
    <w:p w14:paraId="76FB17C8" w14:textId="77777777" w:rsidR="00C3040D" w:rsidRPr="00EE3E10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Za vyšší moc je pro účely této Smlouvy považována každá událost nezávislá na vůli Smluvních stran, která znemožňuje plnění smluvních závazků a kterou nebylo možno předvídat v době vzniku této Smlouvy. Za vyšší moc se z hlediska této Smlouvy považuje zejména přírodní katastrofa, požár, výbuch, silné vichřice, zemětřesení, záplavy, válka, stávka nebo jiné události, které jsou mimo jakoukoliv kontrolu Smluvních stran.</w:t>
      </w:r>
    </w:p>
    <w:p w14:paraId="19CC5CA1" w14:textId="77777777" w:rsidR="00C3040D" w:rsidRPr="00EE3E10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lastRenderedPageBreak/>
        <w:t xml:space="preserve">Po dobu trvání vyšší moci se plnění závazků podle této Smlouvy pozastavuje do doby odstranění následků vyšší moci. </w:t>
      </w:r>
    </w:p>
    <w:p w14:paraId="1BDE980D" w14:textId="77777777" w:rsidR="002F15A2" w:rsidRPr="00EE3E10" w:rsidRDefault="002F15A2" w:rsidP="002F15A2">
      <w:pPr>
        <w:pStyle w:val="Zkladntext3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457BDE0C" w14:textId="68E3669E" w:rsidR="00BB3E37" w:rsidRPr="00EE3E10" w:rsidRDefault="00BB3E37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EE3E10">
        <w:rPr>
          <w:rFonts w:ascii="Calibri Light" w:hAnsi="Calibri Light" w:cs="Calibri Light"/>
          <w:bCs/>
          <w:sz w:val="21"/>
          <w:szCs w:val="21"/>
        </w:rPr>
        <w:t>V. Platební podmínky</w:t>
      </w:r>
    </w:p>
    <w:p w14:paraId="3C025C75" w14:textId="77777777" w:rsidR="00A60941" w:rsidRPr="00EE3E10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Prodávající je oprávněn vystavit daňový doklad, příp. daňové doklady (dále jen „faktura“) na kupní cenu v den předání a převzetí zboží bez vad a nedodělků kupujícímu se splatností 30 dnů ode dne jeho doručení kupujícímu na adresu kupujícího</w:t>
      </w:r>
      <w:r w:rsidR="00646CF9" w:rsidRPr="00EE3E10">
        <w:rPr>
          <w:rFonts w:ascii="Calibri Light" w:hAnsi="Calibri Light" w:cs="Calibri Light"/>
          <w:sz w:val="21"/>
          <w:szCs w:val="21"/>
        </w:rPr>
        <w:t>.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</w:p>
    <w:p w14:paraId="41A1D623" w14:textId="6DDADCAB" w:rsidR="00A60941" w:rsidRPr="00EE3E10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3A83FF27" w:rsidR="00A60941" w:rsidRPr="00EE3E10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F</w:t>
      </w:r>
      <w:r w:rsidRPr="00EE3E10">
        <w:rPr>
          <w:rFonts w:ascii="Calibri Light" w:hAnsi="Calibri Light" w:cs="Calibri Light"/>
          <w:noProof/>
          <w:sz w:val="21"/>
          <w:szCs w:val="21"/>
        </w:rPr>
        <w:t>aktura musí  dále obsahovat přesný název a registrační číslo projektu</w:t>
      </w:r>
      <w:r w:rsidR="00EE3E10">
        <w:rPr>
          <w:rFonts w:ascii="Calibri Light" w:hAnsi="Calibri Light" w:cs="Calibri Light"/>
          <w:noProof/>
          <w:sz w:val="21"/>
          <w:szCs w:val="21"/>
        </w:rPr>
        <w:t xml:space="preserve"> dle </w:t>
      </w:r>
      <w:r w:rsidR="00EE3E10" w:rsidRPr="00EE3E10">
        <w:rPr>
          <w:rFonts w:ascii="Calibri Light" w:hAnsi="Calibri Light" w:cs="Calibri Light"/>
          <w:sz w:val="21"/>
          <w:szCs w:val="21"/>
        </w:rPr>
        <w:t xml:space="preserve">čl. I. bodu </w:t>
      </w:r>
      <w:r w:rsidR="00EE3E10">
        <w:rPr>
          <w:rFonts w:ascii="Calibri Light" w:hAnsi="Calibri Light" w:cs="Calibri Light"/>
          <w:sz w:val="21"/>
          <w:szCs w:val="21"/>
        </w:rPr>
        <w:t>5.</w:t>
      </w:r>
    </w:p>
    <w:p w14:paraId="4B798C99" w14:textId="77777777" w:rsidR="00A60941" w:rsidRPr="00EE3E10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EE3E10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EE3E10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1113987C" w14:textId="77777777" w:rsidR="00F9632C" w:rsidRPr="00EE3E10" w:rsidRDefault="00F9632C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 w:val="0"/>
          <w:sz w:val="21"/>
          <w:szCs w:val="21"/>
        </w:rPr>
      </w:pPr>
    </w:p>
    <w:p w14:paraId="37CD8ACA" w14:textId="76E4B77A" w:rsidR="00BB3E37" w:rsidRPr="00293957" w:rsidRDefault="00BB3E3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293957">
        <w:rPr>
          <w:rFonts w:ascii="Calibri Light" w:hAnsi="Calibri Light" w:cs="Calibri Light"/>
          <w:bCs/>
          <w:sz w:val="21"/>
          <w:szCs w:val="21"/>
        </w:rPr>
        <w:t>V</w:t>
      </w:r>
      <w:r w:rsidR="00C3040D" w:rsidRPr="00293957">
        <w:rPr>
          <w:rFonts w:ascii="Calibri Light" w:hAnsi="Calibri Light" w:cs="Calibri Light"/>
          <w:bCs/>
          <w:sz w:val="21"/>
          <w:szCs w:val="21"/>
        </w:rPr>
        <w:t>I</w:t>
      </w:r>
      <w:r w:rsidRPr="00293957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635234A2" w14:textId="74E0427F" w:rsidR="00A60941" w:rsidRPr="00EE3E10" w:rsidRDefault="0014598B" w:rsidP="00A60941">
      <w:pPr>
        <w:pStyle w:val="Zkladntext3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Prodávající poskytuje na </w:t>
      </w:r>
      <w:r w:rsidR="00A60941" w:rsidRPr="00EE3E10">
        <w:rPr>
          <w:rFonts w:ascii="Calibri Light" w:hAnsi="Calibri Light" w:cs="Calibri Light"/>
          <w:sz w:val="21"/>
          <w:szCs w:val="21"/>
        </w:rPr>
        <w:t>předmět koupě</w:t>
      </w:r>
      <w:r w:rsidRPr="00EE3E10">
        <w:rPr>
          <w:rFonts w:ascii="Calibri Light" w:hAnsi="Calibri Light" w:cs="Calibri Light"/>
          <w:sz w:val="21"/>
          <w:szCs w:val="21"/>
        </w:rPr>
        <w:t xml:space="preserve"> záruku v</w:t>
      </w:r>
      <w:r w:rsidR="00F87F81" w:rsidRPr="00EE3E10">
        <w:rPr>
          <w:rFonts w:ascii="Calibri Light" w:hAnsi="Calibri Light" w:cs="Calibri Light"/>
          <w:sz w:val="21"/>
          <w:szCs w:val="21"/>
        </w:rPr>
        <w:t> </w:t>
      </w:r>
      <w:r w:rsidRPr="00EE3E10">
        <w:rPr>
          <w:rFonts w:ascii="Calibri Light" w:hAnsi="Calibri Light" w:cs="Calibri Light"/>
          <w:sz w:val="21"/>
          <w:szCs w:val="21"/>
        </w:rPr>
        <w:t>délce</w:t>
      </w:r>
      <w:r w:rsidR="00F87F81" w:rsidRPr="00EE3E10">
        <w:rPr>
          <w:rFonts w:ascii="Calibri Light" w:hAnsi="Calibri Light" w:cs="Calibri Light"/>
          <w:sz w:val="21"/>
          <w:szCs w:val="21"/>
        </w:rPr>
        <w:t xml:space="preserve"> </w:t>
      </w:r>
      <w:r w:rsidR="002A4BA9" w:rsidRPr="00EE3E10">
        <w:rPr>
          <w:rFonts w:ascii="Calibri Light" w:hAnsi="Calibri Light" w:cs="Calibri Light"/>
          <w:sz w:val="21"/>
          <w:szCs w:val="21"/>
        </w:rPr>
        <w:t>24</w:t>
      </w:r>
      <w:r w:rsidRPr="00EE3E10">
        <w:rPr>
          <w:rFonts w:ascii="Calibri Light" w:hAnsi="Calibri Light" w:cs="Calibri Light"/>
          <w:sz w:val="21"/>
          <w:szCs w:val="21"/>
        </w:rPr>
        <w:t xml:space="preserve"> měsíců</w:t>
      </w:r>
      <w:r w:rsidR="00F87F81" w:rsidRPr="00EE3E10">
        <w:rPr>
          <w:rFonts w:ascii="Calibri Light" w:hAnsi="Calibri Light" w:cs="Calibri Light"/>
          <w:sz w:val="21"/>
          <w:szCs w:val="21"/>
        </w:rPr>
        <w:t>. Délka záruky se počítá</w:t>
      </w:r>
      <w:r w:rsidRPr="00EE3E10">
        <w:rPr>
          <w:rFonts w:ascii="Calibri Light" w:hAnsi="Calibri Light" w:cs="Calibri Light"/>
          <w:sz w:val="21"/>
          <w:szCs w:val="21"/>
        </w:rPr>
        <w:t xml:space="preserve"> ode d</w:t>
      </w:r>
      <w:r w:rsidR="008249A6" w:rsidRPr="00EE3E10">
        <w:rPr>
          <w:rFonts w:ascii="Calibri Light" w:hAnsi="Calibri Light" w:cs="Calibri Light"/>
          <w:sz w:val="21"/>
          <w:szCs w:val="21"/>
        </w:rPr>
        <w:t xml:space="preserve">ne předání </w:t>
      </w:r>
      <w:r w:rsidR="00A60941" w:rsidRPr="00EE3E10">
        <w:rPr>
          <w:rFonts w:ascii="Calibri Light" w:hAnsi="Calibri Light" w:cs="Calibri Light"/>
          <w:sz w:val="21"/>
          <w:szCs w:val="21"/>
        </w:rPr>
        <w:t>předmětu koupě</w:t>
      </w:r>
      <w:r w:rsidR="008249A6" w:rsidRPr="00EE3E10">
        <w:rPr>
          <w:rFonts w:ascii="Calibri Light" w:hAnsi="Calibri Light" w:cs="Calibri Light"/>
          <w:sz w:val="21"/>
          <w:szCs w:val="21"/>
        </w:rPr>
        <w:t xml:space="preserve"> v místě plnění. Výše uvedené záruky </w:t>
      </w:r>
      <w:r w:rsidR="00A60941" w:rsidRPr="00EE3E10">
        <w:rPr>
          <w:rFonts w:ascii="Calibri Light" w:hAnsi="Calibri Light" w:cs="Calibri Light"/>
          <w:sz w:val="21"/>
          <w:szCs w:val="21"/>
        </w:rPr>
        <w:t xml:space="preserve">platí za předpokladu dodržení stanovených pravidel provozu a údržby. </w:t>
      </w:r>
      <w:r w:rsidR="00A60941" w:rsidRPr="00EE3E10">
        <w:rPr>
          <w:rFonts w:ascii="Calibri Light" w:hAnsi="Calibri Light" w:cs="Calibri Light"/>
          <w:color w:val="000000"/>
          <w:sz w:val="21"/>
          <w:szCs w:val="21"/>
        </w:rPr>
        <w:t>Případnou reklamovanou vadu předmětu koupě je prodávající povinen odstranit nejpozději do pěti pracovních dnů ode dne, kdy mu kupující danou vadu písemně oznámí, nebude-li následně mezi smluvními stranami dohodnuto jinak.</w:t>
      </w:r>
    </w:p>
    <w:p w14:paraId="63BA0F1B" w14:textId="77777777" w:rsidR="00F9632C" w:rsidRPr="00EE3E10" w:rsidRDefault="00F9632C" w:rsidP="00A60941">
      <w:pPr>
        <w:pStyle w:val="Zkladntext3"/>
        <w:jc w:val="both"/>
        <w:rPr>
          <w:rFonts w:ascii="Calibri Light" w:hAnsi="Calibri Light" w:cs="Calibri Light"/>
          <w:sz w:val="21"/>
          <w:szCs w:val="21"/>
        </w:rPr>
      </w:pPr>
    </w:p>
    <w:p w14:paraId="73E259FE" w14:textId="3F5FBBBB" w:rsidR="006622D7" w:rsidRPr="00EE3E10" w:rsidRDefault="006622D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EE3E10">
        <w:rPr>
          <w:rFonts w:ascii="Calibri Light" w:hAnsi="Calibri Light" w:cs="Calibri Light"/>
          <w:bCs/>
          <w:sz w:val="21"/>
          <w:szCs w:val="21"/>
        </w:rPr>
        <w:t>VI</w:t>
      </w:r>
      <w:r w:rsidR="00C3040D" w:rsidRPr="00EE3E10">
        <w:rPr>
          <w:rFonts w:ascii="Calibri Light" w:hAnsi="Calibri Light" w:cs="Calibri Light"/>
          <w:bCs/>
          <w:sz w:val="21"/>
          <w:szCs w:val="21"/>
        </w:rPr>
        <w:t>I</w:t>
      </w:r>
      <w:r w:rsidRPr="00EE3E10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49479A86" w:rsidR="00A60941" w:rsidRPr="00EE3E10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Kupující má právo požadovat smluvní pokutu při nedodržení termínu dodávky a montáže dle čl</w:t>
      </w:r>
      <w:r w:rsidR="00377663" w:rsidRPr="00EE3E10">
        <w:rPr>
          <w:rFonts w:ascii="Calibri Light" w:hAnsi="Calibri Light" w:cs="Calibri Light"/>
          <w:sz w:val="21"/>
          <w:szCs w:val="21"/>
        </w:rPr>
        <w:t>.  III. této smlouvy ve výši 0,</w:t>
      </w:r>
      <w:r w:rsidR="0092481B" w:rsidRPr="00EE3E10">
        <w:rPr>
          <w:rFonts w:ascii="Calibri Light" w:hAnsi="Calibri Light" w:cs="Calibri Light"/>
          <w:sz w:val="21"/>
          <w:szCs w:val="21"/>
        </w:rPr>
        <w:t>1</w:t>
      </w:r>
      <w:r w:rsidR="00EE3E10">
        <w:rPr>
          <w:rFonts w:ascii="Calibri Light" w:hAnsi="Calibri Light" w:cs="Calibri Light"/>
          <w:sz w:val="21"/>
          <w:szCs w:val="21"/>
        </w:rPr>
        <w:t xml:space="preserve"> </w:t>
      </w:r>
      <w:r w:rsidRPr="00EE3E10">
        <w:rPr>
          <w:rFonts w:ascii="Calibri Light" w:hAnsi="Calibri Light" w:cs="Calibri Light"/>
          <w:sz w:val="21"/>
          <w:szCs w:val="21"/>
        </w:rPr>
        <w:t>% z celkové ceny dle čl. II. této smlouvy za každý den prodlení a prodávající je povinen požadovanou smluvní pokutu uhradit.</w:t>
      </w:r>
    </w:p>
    <w:p w14:paraId="10CC273F" w14:textId="5A63FF57" w:rsidR="00A60941" w:rsidRPr="00EE3E10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Prodávající má právo požadovat smluvní pokutu při nedodržení termínu splatnosti dle č</w:t>
      </w:r>
      <w:r w:rsidR="00377663" w:rsidRPr="00EE3E10">
        <w:rPr>
          <w:rFonts w:ascii="Calibri Light" w:hAnsi="Calibri Light" w:cs="Calibri Light"/>
          <w:sz w:val="21"/>
          <w:szCs w:val="21"/>
        </w:rPr>
        <w:t>l.  V. této smlouvy ve výši 0,</w:t>
      </w:r>
      <w:r w:rsidR="0092481B" w:rsidRPr="00EE3E10">
        <w:rPr>
          <w:rFonts w:ascii="Calibri Light" w:hAnsi="Calibri Light" w:cs="Calibri Light"/>
          <w:sz w:val="21"/>
          <w:szCs w:val="21"/>
        </w:rPr>
        <w:t>1</w:t>
      </w:r>
      <w:r w:rsidR="00EE3E10">
        <w:rPr>
          <w:rFonts w:ascii="Calibri Light" w:hAnsi="Calibri Light" w:cs="Calibri Light"/>
          <w:sz w:val="21"/>
          <w:szCs w:val="21"/>
        </w:rPr>
        <w:t xml:space="preserve"> </w:t>
      </w:r>
      <w:r w:rsidRPr="00EE3E10">
        <w:rPr>
          <w:rFonts w:ascii="Calibri Light" w:hAnsi="Calibri Light" w:cs="Calibri Light"/>
          <w:sz w:val="21"/>
          <w:szCs w:val="21"/>
        </w:rPr>
        <w:t>% z celkové ceny dle čl.  II. této smlouvy za každý den prodlení a kupující je povinen požadovanou smluvní pokutu uhradit.</w:t>
      </w:r>
    </w:p>
    <w:p w14:paraId="030A4A7F" w14:textId="77777777" w:rsidR="00A60941" w:rsidRPr="00EE3E10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EE3E10">
        <w:rPr>
          <w:rFonts w:ascii="Calibri Light" w:hAnsi="Calibri Light" w:cs="Calibri Light"/>
          <w:sz w:val="21"/>
          <w:szCs w:val="21"/>
        </w:rPr>
        <w:t>1</w:t>
      </w:r>
      <w:r w:rsidRPr="00EE3E10">
        <w:rPr>
          <w:rFonts w:ascii="Calibri Light" w:hAnsi="Calibri Light" w:cs="Calibri Light"/>
          <w:sz w:val="21"/>
          <w:szCs w:val="21"/>
        </w:rPr>
        <w:t xml:space="preserve">.000,00 Kč </w:t>
      </w:r>
      <w:r w:rsidRPr="00EE3E10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EE3E10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77777777" w:rsidR="00A60941" w:rsidRPr="00EE3E10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Žádné ujednání o smluvní pokutě obsažené v této smlouvě se nedotýká nároku kupujícího požadovat v plné výši náhradu škody způsobené porušením povinnosti prodávajícího, na kterou se vztahuje smluvní pokuta.</w:t>
      </w:r>
    </w:p>
    <w:p w14:paraId="5D06A300" w14:textId="77777777" w:rsidR="00BB3E37" w:rsidRPr="00EE3E10" w:rsidRDefault="00727A16" w:rsidP="00A60941">
      <w:pPr>
        <w:pStyle w:val="Odstavecseseznamem"/>
        <w:numPr>
          <w:ilvl w:val="0"/>
          <w:numId w:val="37"/>
        </w:numPr>
        <w:overflowPunct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Smluvní pokuty</w:t>
      </w:r>
      <w:r w:rsidR="00A60941" w:rsidRPr="00EE3E10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EE3E10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EE3E10">
        <w:rPr>
          <w:rFonts w:ascii="Calibri Light" w:hAnsi="Calibri Light" w:cs="Calibri Light"/>
          <w:sz w:val="21"/>
          <w:szCs w:val="21"/>
        </w:rPr>
        <w:t xml:space="preserve"> dnů ode dne vyúčtování.</w:t>
      </w:r>
      <w:r w:rsidR="009F6963" w:rsidRPr="00EE3E10">
        <w:rPr>
          <w:rFonts w:ascii="Calibri Light" w:hAnsi="Calibri Light" w:cs="Calibri Light"/>
          <w:sz w:val="21"/>
          <w:szCs w:val="21"/>
        </w:rPr>
        <w:tab/>
      </w:r>
      <w:r w:rsidR="009F6963" w:rsidRPr="00EE3E10">
        <w:rPr>
          <w:rFonts w:ascii="Calibri Light" w:hAnsi="Calibri Light" w:cs="Calibri Light"/>
          <w:sz w:val="21"/>
          <w:szCs w:val="21"/>
        </w:rPr>
        <w:tab/>
      </w:r>
    </w:p>
    <w:p w14:paraId="7B7767A8" w14:textId="77777777" w:rsidR="00E77B47" w:rsidRPr="00EE3E10" w:rsidRDefault="00E77B47" w:rsidP="000D7D01">
      <w:pPr>
        <w:pStyle w:val="Zkladntext20"/>
        <w:spacing w:line="240" w:lineRule="auto"/>
        <w:ind w:left="284" w:hanging="284"/>
        <w:jc w:val="center"/>
        <w:rPr>
          <w:rFonts w:ascii="Calibri Light" w:hAnsi="Calibri Light" w:cs="Calibri Light"/>
          <w:sz w:val="21"/>
          <w:szCs w:val="21"/>
        </w:rPr>
      </w:pPr>
    </w:p>
    <w:p w14:paraId="68694DEF" w14:textId="56B1CAE0" w:rsidR="00BB3E37" w:rsidRPr="00EE3E10" w:rsidRDefault="006622D7" w:rsidP="000D7D01">
      <w:pPr>
        <w:pStyle w:val="Zkladntext20"/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EE3E10">
        <w:rPr>
          <w:rFonts w:ascii="Calibri Light" w:hAnsi="Calibri Light" w:cs="Calibri Light"/>
          <w:b/>
          <w:bCs/>
          <w:sz w:val="21"/>
          <w:szCs w:val="21"/>
        </w:rPr>
        <w:t>VII</w:t>
      </w:r>
      <w:r w:rsidR="00C3040D" w:rsidRPr="00EE3E10">
        <w:rPr>
          <w:rFonts w:ascii="Calibri Light" w:hAnsi="Calibri Light" w:cs="Calibri Light"/>
          <w:b/>
          <w:bCs/>
          <w:sz w:val="21"/>
          <w:szCs w:val="21"/>
        </w:rPr>
        <w:t>I</w:t>
      </w:r>
      <w:r w:rsidRPr="00EE3E10">
        <w:rPr>
          <w:rFonts w:ascii="Calibri Light" w:hAnsi="Calibri Light" w:cs="Calibri Light"/>
          <w:b/>
          <w:bCs/>
          <w:sz w:val="21"/>
          <w:szCs w:val="21"/>
        </w:rPr>
        <w:t>. Další ujednání</w:t>
      </w:r>
    </w:p>
    <w:p w14:paraId="2ADFB99E" w14:textId="77777777" w:rsidR="00A60941" w:rsidRPr="00EE3E10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Vlastnické právo k předmětu koupě zboží přechází na kupujícího jeho převzetím. Tímto dnem přechází na kupujícího odpovědnost ze vzniku škod na předmětu koupě. </w:t>
      </w:r>
    </w:p>
    <w:p w14:paraId="63E0BC89" w14:textId="77777777" w:rsidR="00A60941" w:rsidRPr="00EE3E10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07DE0956" w14:textId="7AE2AAFF" w:rsidR="00A60941" w:rsidRPr="00EE3E10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EE3E10">
        <w:rPr>
          <w:rFonts w:ascii="Calibri Light" w:hAnsi="Calibri Light" w:cs="Calibri Light"/>
          <w:b/>
          <w:bCs/>
          <w:sz w:val="21"/>
          <w:szCs w:val="21"/>
        </w:rPr>
        <w:lastRenderedPageBreak/>
        <w:t>IX</w:t>
      </w:r>
      <w:r w:rsidR="00A60941" w:rsidRPr="00EE3E10">
        <w:rPr>
          <w:rFonts w:ascii="Calibri Light" w:hAnsi="Calibri Light" w:cs="Calibri Light"/>
          <w:b/>
          <w:bCs/>
          <w:sz w:val="21"/>
          <w:szCs w:val="21"/>
        </w:rPr>
        <w:t>. Závěrečná ustanovení</w:t>
      </w:r>
    </w:p>
    <w:p w14:paraId="6C18D19A" w14:textId="77777777" w:rsidR="00A60941" w:rsidRPr="00EE3E10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této smlouvy a kupující může od této smlouvy odstoupit. </w:t>
      </w:r>
    </w:p>
    <w:p w14:paraId="0F2DE4FA" w14:textId="3BF1B2DE" w:rsidR="00A60941" w:rsidRPr="00EE3E10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noProof/>
          <w:sz w:val="21"/>
          <w:szCs w:val="21"/>
        </w:rPr>
        <w:t>Prodávající je povinen uchovávat veškerou dokumentaci související s realizací projektu včetně účetních dokladů minimálně do konce roku 20</w:t>
      </w:r>
      <w:r w:rsidR="00CF2BC9" w:rsidRPr="00EE3E10">
        <w:rPr>
          <w:rFonts w:ascii="Calibri Light" w:hAnsi="Calibri Light" w:cs="Calibri Light"/>
          <w:noProof/>
          <w:sz w:val="21"/>
          <w:szCs w:val="21"/>
        </w:rPr>
        <w:t>3</w:t>
      </w:r>
      <w:r w:rsidR="007417E5">
        <w:rPr>
          <w:rFonts w:ascii="Calibri Light" w:hAnsi="Calibri Light" w:cs="Calibri Light"/>
          <w:noProof/>
          <w:sz w:val="21"/>
          <w:szCs w:val="21"/>
        </w:rPr>
        <w:t>5</w:t>
      </w:r>
      <w:r w:rsidRPr="00EE3E10">
        <w:rPr>
          <w:rFonts w:ascii="Calibri Light" w:hAnsi="Calibri Light" w:cs="Calibri Light"/>
          <w:noProof/>
          <w:sz w:val="21"/>
          <w:szCs w:val="21"/>
        </w:rPr>
        <w:t>. Pokud je v českých právních předpisech stanovena lhůta delší, musí prodávající</w:t>
      </w:r>
      <w:r w:rsidR="005079FD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Pr="00EE3E10">
        <w:rPr>
          <w:rFonts w:ascii="Calibri Light" w:hAnsi="Calibri Light" w:cs="Calibri Light"/>
          <w:noProof/>
          <w:sz w:val="21"/>
          <w:szCs w:val="21"/>
        </w:rPr>
        <w:t>použít tuto delší lh</w:t>
      </w:r>
      <w:r w:rsidR="00B57A9E">
        <w:rPr>
          <w:rFonts w:ascii="Calibri Light" w:hAnsi="Calibri Light" w:cs="Calibri Light"/>
          <w:noProof/>
          <w:sz w:val="21"/>
          <w:szCs w:val="21"/>
        </w:rPr>
        <w:t>ů</w:t>
      </w:r>
      <w:r w:rsidRPr="00EE3E10">
        <w:rPr>
          <w:rFonts w:ascii="Calibri Light" w:hAnsi="Calibri Light" w:cs="Calibri Light"/>
          <w:noProof/>
          <w:sz w:val="21"/>
          <w:szCs w:val="21"/>
        </w:rPr>
        <w:t>tu.</w:t>
      </w:r>
      <w:r w:rsidR="005079FD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Pr="00EE3E10">
        <w:rPr>
          <w:rFonts w:ascii="Calibri Light" w:hAnsi="Calibri Light" w:cs="Calibri Light"/>
          <w:noProof/>
          <w:sz w:val="21"/>
          <w:szCs w:val="21"/>
        </w:rPr>
        <w:t xml:space="preserve">Prodávající </w:t>
      </w:r>
      <w:r w:rsidRPr="00EE3E10">
        <w:rPr>
          <w:rFonts w:ascii="Calibri Light" w:hAnsi="Calibri Light" w:cs="Calibri Light"/>
          <w:sz w:val="21"/>
          <w:szCs w:val="21"/>
        </w:rPr>
        <w:t xml:space="preserve"> je povinen minimálně do konce roku 20</w:t>
      </w:r>
      <w:r w:rsidR="00CF2BC9" w:rsidRPr="00EE3E10">
        <w:rPr>
          <w:rFonts w:ascii="Calibri Light" w:hAnsi="Calibri Light" w:cs="Calibri Light"/>
          <w:sz w:val="21"/>
          <w:szCs w:val="21"/>
        </w:rPr>
        <w:t>3</w:t>
      </w:r>
      <w:r w:rsidR="00EE3E10">
        <w:rPr>
          <w:rFonts w:ascii="Calibri Light" w:hAnsi="Calibri Light" w:cs="Calibri Light"/>
          <w:sz w:val="21"/>
          <w:szCs w:val="21"/>
        </w:rPr>
        <w:t>5</w:t>
      </w:r>
      <w:r w:rsidRPr="00EE3E10">
        <w:rPr>
          <w:rFonts w:ascii="Calibri Light" w:hAnsi="Calibri Light" w:cs="Calibri Light"/>
          <w:sz w:val="21"/>
          <w:szCs w:val="21"/>
        </w:rPr>
        <w:t xml:space="preserve"> poskytovat požadované informace a dokumentaci související s realizací projektu zaměstnancům nebo zmocněncům pověřených orgánů (CRR, MMR ČR, MF ČR, Evropské komise, Evropského účetního dvora, </w:t>
      </w:r>
      <w:r w:rsidR="009217D6">
        <w:rPr>
          <w:rFonts w:ascii="Calibri Light" w:hAnsi="Calibri Light" w:cs="Calibri Light"/>
          <w:sz w:val="21"/>
          <w:szCs w:val="21"/>
        </w:rPr>
        <w:t xml:space="preserve">Evropského úřadu pro boj proti podvodům, </w:t>
      </w:r>
      <w:r w:rsidRPr="00EE3E10">
        <w:rPr>
          <w:rFonts w:ascii="Calibri Light" w:hAnsi="Calibri Light" w:cs="Calibri Light"/>
          <w:sz w:val="21"/>
          <w:szCs w:val="21"/>
        </w:rPr>
        <w:t xml:space="preserve">Nejvyššího kontrolního úřadu, </w:t>
      </w:r>
      <w:r w:rsidR="009217D6">
        <w:rPr>
          <w:rFonts w:ascii="Calibri Light" w:hAnsi="Calibri Light" w:cs="Calibri Light"/>
          <w:sz w:val="21"/>
          <w:szCs w:val="21"/>
        </w:rPr>
        <w:t xml:space="preserve">ÚOHS, </w:t>
      </w:r>
      <w:r w:rsidRPr="00EE3E10">
        <w:rPr>
          <w:rFonts w:ascii="Calibri Light" w:hAnsi="Calibri Light" w:cs="Calibri Light"/>
          <w:sz w:val="21"/>
          <w:szCs w:val="21"/>
        </w:rPr>
        <w:t>příslušného orgánu finanční správy a dalších oprávněných orgánů státní správy) a je povinen vytvořit výše uvedeným osobám podmínky k provedení kontroly vztahující se k předmětu této kupní smlouvy  a poskytnout jim při provádění kontroly součinnost.</w:t>
      </w:r>
    </w:p>
    <w:p w14:paraId="778C6846" w14:textId="77777777" w:rsidR="00BA7025" w:rsidRPr="00EE3E10" w:rsidRDefault="00BA7025" w:rsidP="00BA7025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Strany smlouvy se dohodly na tom, že tato smlouva je uzavřena okamžikem podpisu obou smluvních stran, přičemž rozhodující je datum pozdějšího podpisu.</w:t>
      </w:r>
      <w:r w:rsidRPr="00EE3E10" w:rsidDel="00CD1053">
        <w:rPr>
          <w:rFonts w:ascii="Calibri Light" w:hAnsi="Calibri Light" w:cs="Calibri Light"/>
          <w:sz w:val="21"/>
          <w:szCs w:val="21"/>
        </w:rPr>
        <w:t xml:space="preserve"> </w:t>
      </w:r>
      <w:r w:rsidRPr="00EE3E10">
        <w:rPr>
          <w:rFonts w:ascii="Calibri Light" w:hAnsi="Calibri Light" w:cs="Calibri Light"/>
          <w:sz w:val="21"/>
          <w:szCs w:val="21"/>
        </w:rPr>
        <w:t xml:space="preserve">Tato smlouva však nenabude účinnosti dříve, než bude zveřejněna dle zákona č. 340/2015 Sb., o registru smluv, v platném znění. Právní vztahy touto smlouvou neupravené se řídí zákonem č. 89/2012 Sb., občanským zákoníkem, v platném znění. </w:t>
      </w:r>
    </w:p>
    <w:p w14:paraId="60892A35" w14:textId="77777777" w:rsidR="00BA7025" w:rsidRPr="00EE3E10" w:rsidRDefault="00BA7025" w:rsidP="00BA7025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Smluvní strany souhlasí s uveřejněním v registru smluv dle zákona č. 340/2015 Sb., o registru smluv, v platném znění. Smluvní strany souhlasí s tím, že v registru smluv bude zveřejněn celý rozsah smlouvy, a to na dobu neurčitou.  Smlouvu do registru smluv odešle kupující.</w:t>
      </w:r>
    </w:p>
    <w:p w14:paraId="59BDDAB1" w14:textId="77777777" w:rsidR="00A60941" w:rsidRPr="00EE3E10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Změnit nebo doplnit tuto smlouvu mohou smluvní strany jen po vzájemné dohodě, a to formou písemných dodatků. </w:t>
      </w:r>
    </w:p>
    <w:p w14:paraId="637B8F24" w14:textId="77777777" w:rsidR="00A60941" w:rsidRPr="00EE3E10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14:paraId="162F45ED" w14:textId="1EBA867E" w:rsidR="00A60941" w:rsidRPr="00EE3E10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 xml:space="preserve">Smluvní strany prohlašují, že si tuto smlouvu před jejím podpisem přečetly a že byla uzavřena podle jejich pravé a svobodné vůle, což stvrzují svými podpisy. </w:t>
      </w:r>
    </w:p>
    <w:p w14:paraId="2E9A5384" w14:textId="77777777" w:rsidR="00A60941" w:rsidRPr="00EE3E10" w:rsidRDefault="00A60941" w:rsidP="00A60941">
      <w:pPr>
        <w:pStyle w:val="Odstavecseseznamem"/>
        <w:numPr>
          <w:ilvl w:val="0"/>
          <w:numId w:val="41"/>
        </w:numPr>
        <w:ind w:left="284" w:hanging="426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77777777" w:rsidR="00A60941" w:rsidRPr="00EE3E10" w:rsidRDefault="00A60941" w:rsidP="00A60941">
      <w:pPr>
        <w:pStyle w:val="Bezmezer"/>
        <w:numPr>
          <w:ilvl w:val="0"/>
          <w:numId w:val="42"/>
        </w:numPr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Položkový rozpočet</w:t>
      </w:r>
    </w:p>
    <w:p w14:paraId="3D617354" w14:textId="727AAA2F" w:rsidR="00C31E06" w:rsidRPr="00EE3E10" w:rsidRDefault="00F3096C" w:rsidP="00A60941">
      <w:pPr>
        <w:pStyle w:val="Bezmezer"/>
        <w:numPr>
          <w:ilvl w:val="0"/>
          <w:numId w:val="42"/>
        </w:numPr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Technická specifikace k položkovému rozpočtu</w:t>
      </w:r>
    </w:p>
    <w:p w14:paraId="5E923C26" w14:textId="12A7B833" w:rsidR="00C31E06" w:rsidRPr="00EE3E10" w:rsidRDefault="00C31E06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p w14:paraId="47523998" w14:textId="77777777" w:rsidR="00BA7025" w:rsidRPr="00EE3E10" w:rsidRDefault="00BA7025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EE3E10" w14:paraId="1FCAC244" w14:textId="77777777" w:rsidTr="00903F67">
        <w:tc>
          <w:tcPr>
            <w:tcW w:w="4405" w:type="dxa"/>
          </w:tcPr>
          <w:p w14:paraId="215C755B" w14:textId="36CBAB74" w:rsidR="00EC1C4E" w:rsidRPr="00EE3E10" w:rsidRDefault="00E90F1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0"/>
                <w:szCs w:val="22"/>
              </w:rPr>
              <w:t>V</w:t>
            </w:r>
            <w:r w:rsidR="00CD0DF0" w:rsidRPr="00EE3E10">
              <w:rPr>
                <w:rFonts w:ascii="Calibri Light" w:hAnsi="Calibri Light" w:cs="Calibri Light"/>
                <w:sz w:val="20"/>
                <w:szCs w:val="22"/>
              </w:rPr>
              <w:t xml:space="preserve"> Novém Jičíně </w:t>
            </w:r>
            <w:r w:rsidR="002F15A2" w:rsidRPr="00EE3E10">
              <w:rPr>
                <w:rFonts w:ascii="Calibri Light" w:hAnsi="Calibri Light" w:cs="Calibri Light"/>
                <w:sz w:val="20"/>
                <w:szCs w:val="22"/>
              </w:rPr>
              <w:t>dne:</w:t>
            </w:r>
          </w:p>
        </w:tc>
        <w:tc>
          <w:tcPr>
            <w:tcW w:w="4405" w:type="dxa"/>
          </w:tcPr>
          <w:p w14:paraId="730EF49B" w14:textId="77777777" w:rsidR="00EC1C4E" w:rsidRPr="00EE3E10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EE3E10" w14:paraId="7E1DA37E" w14:textId="77777777" w:rsidTr="00903F67">
        <w:tc>
          <w:tcPr>
            <w:tcW w:w="4405" w:type="dxa"/>
          </w:tcPr>
          <w:p w14:paraId="408B6A2B" w14:textId="77777777" w:rsidR="00EC1C4E" w:rsidRPr="00EE3E10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14:paraId="3F74C7B1" w14:textId="77777777" w:rsidR="00EC1C4E" w:rsidRPr="00EE3E10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EE3E10" w14:paraId="364C8CB8" w14:textId="77777777" w:rsidTr="00903F67">
        <w:tc>
          <w:tcPr>
            <w:tcW w:w="4405" w:type="dxa"/>
          </w:tcPr>
          <w:p w14:paraId="521622F1" w14:textId="77777777" w:rsidR="00EC1C4E" w:rsidRPr="00EE3E10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6474F4B" w14:textId="77777777" w:rsidR="00CF2BC9" w:rsidRPr="00EE3E10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68B9BE9E" w14:textId="77777777" w:rsidR="00CF2BC9" w:rsidRPr="00EE3E10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8D2B374" w14:textId="77777777" w:rsidR="00CF2BC9" w:rsidRPr="00EE3E10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356F02" w14:textId="77777777" w:rsidR="00861F25" w:rsidRPr="00EE3E10" w:rsidRDefault="00861F25" w:rsidP="00861F2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47F06D34" w14:textId="10407854" w:rsidR="00E81706" w:rsidRPr="00EE3E10" w:rsidRDefault="00BB6F02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0"/>
                <w:szCs w:val="22"/>
              </w:rPr>
              <w:t>RNDr. Svatava Hajdová, ředitelka</w:t>
            </w:r>
            <w:r w:rsidR="00CF2BC9" w:rsidRPr="00EE3E10">
              <w:rPr>
                <w:rFonts w:ascii="Calibri Light" w:hAnsi="Calibri Light" w:cs="Calibri Light"/>
                <w:sz w:val="20"/>
                <w:szCs w:val="22"/>
              </w:rPr>
              <w:t xml:space="preserve"> </w:t>
            </w:r>
          </w:p>
        </w:tc>
        <w:tc>
          <w:tcPr>
            <w:tcW w:w="4405" w:type="dxa"/>
          </w:tcPr>
          <w:p w14:paraId="6D9A36AF" w14:textId="77777777" w:rsidR="00EC1C4E" w:rsidRPr="00EE3E10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030CCC3" w14:textId="77777777" w:rsidR="00EC1C4E" w:rsidRPr="00EE3E10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B2C31F9" w14:textId="77777777" w:rsidR="00CF2BC9" w:rsidRPr="00EE3E10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69861531" w14:textId="77777777" w:rsidR="00CF2BC9" w:rsidRPr="00EE3E10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50F9DA9" w14:textId="77777777" w:rsidR="00EC1C4E" w:rsidRPr="00EE3E10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2F85A49A" w:rsidR="007536B5" w:rsidRPr="00EE3E10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D335EC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EE3E10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861F25" w:rsidRPr="00EE3E10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E3E10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EE3E10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EE3E10" w:rsidSect="0034239D">
      <w:footerReference w:type="even" r:id="rId9"/>
      <w:footerReference w:type="default" r:id="rId10"/>
      <w:headerReference w:type="first" r:id="rId11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469D4" w14:textId="77777777" w:rsidR="005C4898" w:rsidRDefault="005C4898">
      <w:r>
        <w:separator/>
      </w:r>
    </w:p>
  </w:endnote>
  <w:endnote w:type="continuationSeparator" w:id="0">
    <w:p w14:paraId="06AAB42C" w14:textId="77777777" w:rsidR="005C4898" w:rsidRDefault="005C4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E77B47" w:rsidRDefault="00EA6DB9" w:rsidP="00861F25">
    <w:pPr>
      <w:pStyle w:val="Zpat"/>
      <w:jc w:val="right"/>
      <w:rPr>
        <w:rFonts w:ascii="Calibri Light" w:hAnsi="Calibri Light" w:cs="Calibri Light"/>
      </w:rPr>
    </w:pPr>
    <w:r w:rsidRPr="00E77B47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E77B47">
      <w:rPr>
        <w:rFonts w:ascii="Calibri Light" w:hAnsi="Calibri Light" w:cs="Calibri Light"/>
      </w:rPr>
      <w:t xml:space="preserve">Strana </w:t>
    </w:r>
    <w:r w:rsidR="00BD7D58" w:rsidRPr="00E77B47">
      <w:rPr>
        <w:rFonts w:ascii="Calibri Light" w:hAnsi="Calibri Light" w:cs="Calibri Light"/>
      </w:rPr>
      <w:fldChar w:fldCharType="begin"/>
    </w:r>
    <w:r w:rsidR="00BD7D58" w:rsidRPr="00E77B47">
      <w:rPr>
        <w:rFonts w:ascii="Calibri Light" w:hAnsi="Calibri Light" w:cs="Calibri Light"/>
      </w:rPr>
      <w:instrText xml:space="preserve"> PAGE </w:instrText>
    </w:r>
    <w:r w:rsidR="00BD7D58" w:rsidRPr="00E77B47">
      <w:rPr>
        <w:rFonts w:ascii="Calibri Light" w:hAnsi="Calibri Light" w:cs="Calibri Light"/>
      </w:rPr>
      <w:fldChar w:fldCharType="separate"/>
    </w:r>
    <w:r w:rsidR="008A3F09" w:rsidRPr="00E77B47">
      <w:rPr>
        <w:rFonts w:ascii="Calibri Light" w:hAnsi="Calibri Light" w:cs="Calibri Light"/>
        <w:noProof/>
      </w:rPr>
      <w:t>4</w:t>
    </w:r>
    <w:r w:rsidR="00BD7D58" w:rsidRPr="00E77B47">
      <w:rPr>
        <w:rFonts w:ascii="Calibri Light" w:hAnsi="Calibri Light" w:cs="Calibri Light"/>
        <w:noProof/>
      </w:rPr>
      <w:fldChar w:fldCharType="end"/>
    </w:r>
    <w:r w:rsidR="00B279FA" w:rsidRPr="00E77B47">
      <w:rPr>
        <w:rFonts w:ascii="Calibri Light" w:hAnsi="Calibri Light" w:cs="Calibri Light"/>
      </w:rPr>
      <w:t xml:space="preserve"> (celkem </w:t>
    </w:r>
    <w:r w:rsidR="001A39CC" w:rsidRPr="00E77B47">
      <w:rPr>
        <w:rFonts w:ascii="Calibri Light" w:hAnsi="Calibri Light" w:cs="Calibri Light"/>
      </w:rPr>
      <w:fldChar w:fldCharType="begin"/>
    </w:r>
    <w:r w:rsidR="001A39CC" w:rsidRPr="00E77B47">
      <w:rPr>
        <w:rFonts w:ascii="Calibri Light" w:hAnsi="Calibri Light" w:cs="Calibri Light"/>
      </w:rPr>
      <w:instrText xml:space="preserve"> NUMPAGES </w:instrText>
    </w:r>
    <w:r w:rsidR="001A39CC" w:rsidRPr="00E77B47">
      <w:rPr>
        <w:rFonts w:ascii="Calibri Light" w:hAnsi="Calibri Light" w:cs="Calibri Light"/>
      </w:rPr>
      <w:fldChar w:fldCharType="separate"/>
    </w:r>
    <w:r w:rsidR="008A3F09" w:rsidRPr="00E77B47">
      <w:rPr>
        <w:rFonts w:ascii="Calibri Light" w:hAnsi="Calibri Light" w:cs="Calibri Light"/>
        <w:noProof/>
      </w:rPr>
      <w:t>5</w:t>
    </w:r>
    <w:r w:rsidR="001A39CC" w:rsidRPr="00E77B47">
      <w:rPr>
        <w:rFonts w:ascii="Calibri Light" w:hAnsi="Calibri Light" w:cs="Calibri Light"/>
        <w:noProof/>
      </w:rPr>
      <w:fldChar w:fldCharType="end"/>
    </w:r>
    <w:r w:rsidR="00B279FA" w:rsidRPr="00E77B47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86E1C" w14:textId="77777777" w:rsidR="005C4898" w:rsidRDefault="005C4898">
      <w:r>
        <w:separator/>
      </w:r>
    </w:p>
  </w:footnote>
  <w:footnote w:type="continuationSeparator" w:id="0">
    <w:p w14:paraId="13077701" w14:textId="77777777" w:rsidR="005C4898" w:rsidRDefault="005C4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B7DF" w14:textId="3F2113AD" w:rsidR="0034239D" w:rsidRPr="00EE3E10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EE3E10">
      <w:rPr>
        <w:rFonts w:ascii="Calibri Light" w:hAnsi="Calibri Light" w:cs="Calibri Light"/>
        <w:i/>
        <w:iCs/>
      </w:rPr>
      <w:t xml:space="preserve">Příloha č. </w:t>
    </w:r>
    <w:r w:rsidR="00DD4EE9" w:rsidRPr="00EE3E10">
      <w:rPr>
        <w:rFonts w:ascii="Calibri Light" w:hAnsi="Calibri Light" w:cs="Calibri Light"/>
        <w:i/>
        <w:iCs/>
      </w:rPr>
      <w:t>2</w:t>
    </w:r>
    <w:r w:rsidR="00AA2E79">
      <w:rPr>
        <w:rFonts w:ascii="Calibri Light" w:hAnsi="Calibri Light" w:cs="Calibri Light"/>
        <w:i/>
        <w:iCs/>
      </w:rPr>
      <w:t>a</w:t>
    </w:r>
    <w:r w:rsidRPr="00EE3E10">
      <w:rPr>
        <w:rFonts w:ascii="Calibri Light" w:hAnsi="Calibri Light" w:cs="Calibri Light"/>
        <w:i/>
        <w:iCs/>
      </w:rPr>
      <w:t xml:space="preserve"> ZD</w:t>
    </w:r>
  </w:p>
  <w:p w14:paraId="38B8DCB3" w14:textId="48E99F32" w:rsidR="0034239D" w:rsidRPr="00EE3E10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EE3E10">
      <w:rPr>
        <w:rFonts w:ascii="Calibri Light" w:hAnsi="Calibri Light" w:cs="Calibri Light"/>
        <w:i/>
        <w:iCs/>
      </w:rPr>
      <w:t>Kupní smlouva</w:t>
    </w:r>
    <w:r w:rsidR="0034239D" w:rsidRPr="00EE3E10">
      <w:rPr>
        <w:rFonts w:ascii="Calibri Light" w:hAnsi="Calibri Light" w:cs="Calibri Light"/>
        <w:i/>
        <w:iCs/>
      </w:rPr>
      <w:t xml:space="preserve"> </w:t>
    </w:r>
    <w:r w:rsidR="00EE3E10">
      <w:rPr>
        <w:rFonts w:ascii="Calibri Light" w:hAnsi="Calibri Light" w:cs="Calibri Light"/>
        <w:i/>
        <w:iCs/>
      </w:rPr>
      <w:t>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676C60"/>
    <w:multiLevelType w:val="hybridMultilevel"/>
    <w:tmpl w:val="DEFCFC10"/>
    <w:lvl w:ilvl="0" w:tplc="BF107E98">
      <w:start w:val="1"/>
      <w:numFmt w:val="decimal"/>
      <w:lvlText w:val="%1."/>
      <w:lvlJc w:val="left"/>
      <w:pPr>
        <w:ind w:left="1440" w:hanging="360"/>
      </w:pPr>
      <w:rPr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9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5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9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2253824">
    <w:abstractNumId w:val="40"/>
  </w:num>
  <w:num w:numId="2" w16cid:durableId="865749964">
    <w:abstractNumId w:val="11"/>
  </w:num>
  <w:num w:numId="3" w16cid:durableId="1117987988">
    <w:abstractNumId w:val="12"/>
  </w:num>
  <w:num w:numId="4" w16cid:durableId="145316857">
    <w:abstractNumId w:val="2"/>
  </w:num>
  <w:num w:numId="5" w16cid:durableId="1044520127">
    <w:abstractNumId w:val="16"/>
  </w:num>
  <w:num w:numId="6" w16cid:durableId="1334139670">
    <w:abstractNumId w:val="20"/>
  </w:num>
  <w:num w:numId="7" w16cid:durableId="1463111462">
    <w:abstractNumId w:val="34"/>
  </w:num>
  <w:num w:numId="8" w16cid:durableId="1359427620">
    <w:abstractNumId w:val="21"/>
  </w:num>
  <w:num w:numId="9" w16cid:durableId="252516357">
    <w:abstractNumId w:val="19"/>
  </w:num>
  <w:num w:numId="10" w16cid:durableId="600187211">
    <w:abstractNumId w:val="31"/>
  </w:num>
  <w:num w:numId="11" w16cid:durableId="2029066159">
    <w:abstractNumId w:val="13"/>
  </w:num>
  <w:num w:numId="12" w16cid:durableId="421030875">
    <w:abstractNumId w:val="8"/>
  </w:num>
  <w:num w:numId="13" w16cid:durableId="1126579171">
    <w:abstractNumId w:val="5"/>
  </w:num>
  <w:num w:numId="14" w16cid:durableId="622342409">
    <w:abstractNumId w:val="38"/>
  </w:num>
  <w:num w:numId="15" w16cid:durableId="88818776">
    <w:abstractNumId w:val="17"/>
  </w:num>
  <w:num w:numId="16" w16cid:durableId="450588744">
    <w:abstractNumId w:val="39"/>
  </w:num>
  <w:num w:numId="17" w16cid:durableId="4142822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38089721">
    <w:abstractNumId w:val="27"/>
  </w:num>
  <w:num w:numId="19" w16cid:durableId="1447121410">
    <w:abstractNumId w:val="28"/>
  </w:num>
  <w:num w:numId="20" w16cid:durableId="1299605507">
    <w:abstractNumId w:val="8"/>
    <w:lvlOverride w:ilvl="0">
      <w:startOverride w:val="1"/>
    </w:lvlOverride>
    <w:lvlOverride w:ilvl="1">
      <w:startOverride w:val="7"/>
    </w:lvlOverride>
  </w:num>
  <w:num w:numId="21" w16cid:durableId="656344874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1178604">
    <w:abstractNumId w:val="18"/>
  </w:num>
  <w:num w:numId="23" w16cid:durableId="262615434">
    <w:abstractNumId w:val="35"/>
  </w:num>
  <w:num w:numId="24" w16cid:durableId="866331934">
    <w:abstractNumId w:val="29"/>
  </w:num>
  <w:num w:numId="25" w16cid:durableId="507215436">
    <w:abstractNumId w:val="24"/>
  </w:num>
  <w:num w:numId="26" w16cid:durableId="1941599094">
    <w:abstractNumId w:val="14"/>
  </w:num>
  <w:num w:numId="27" w16cid:durableId="1857500428">
    <w:abstractNumId w:val="25"/>
  </w:num>
  <w:num w:numId="28" w16cid:durableId="1843887714">
    <w:abstractNumId w:val="22"/>
  </w:num>
  <w:num w:numId="29" w16cid:durableId="1925069325">
    <w:abstractNumId w:val="7"/>
  </w:num>
  <w:num w:numId="30" w16cid:durableId="528303685">
    <w:abstractNumId w:val="37"/>
  </w:num>
  <w:num w:numId="31" w16cid:durableId="1809785482">
    <w:abstractNumId w:val="3"/>
  </w:num>
  <w:num w:numId="32" w16cid:durableId="277488688">
    <w:abstractNumId w:val="4"/>
  </w:num>
  <w:num w:numId="33" w16cid:durableId="884758412">
    <w:abstractNumId w:val="30"/>
  </w:num>
  <w:num w:numId="34" w16cid:durableId="245842852">
    <w:abstractNumId w:val="23"/>
  </w:num>
  <w:num w:numId="35" w16cid:durableId="540945262">
    <w:abstractNumId w:val="33"/>
  </w:num>
  <w:num w:numId="36" w16cid:durableId="1010791482">
    <w:abstractNumId w:val="0"/>
  </w:num>
  <w:num w:numId="37" w16cid:durableId="2121335364">
    <w:abstractNumId w:val="26"/>
  </w:num>
  <w:num w:numId="38" w16cid:durableId="350767523">
    <w:abstractNumId w:val="32"/>
  </w:num>
  <w:num w:numId="39" w16cid:durableId="1125975209">
    <w:abstractNumId w:val="36"/>
  </w:num>
  <w:num w:numId="40" w16cid:durableId="1951549094">
    <w:abstractNumId w:val="1"/>
  </w:num>
  <w:num w:numId="41" w16cid:durableId="276986751">
    <w:abstractNumId w:val="9"/>
  </w:num>
  <w:num w:numId="42" w16cid:durableId="1328367084">
    <w:abstractNumId w:val="15"/>
  </w:num>
  <w:num w:numId="43" w16cid:durableId="13366859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z7nJAO7OTu95fFFXX82QyF5hRG76LmGU5AnWxbNI7zjfZPHD+A6TGrcVGAcAlgjOQUaSQORggEwIOGDLZ9bIQ==" w:salt="WA2lGLEsD2uHrSA8STSBEA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20BBE"/>
    <w:rsid w:val="000438CB"/>
    <w:rsid w:val="00051555"/>
    <w:rsid w:val="000558CE"/>
    <w:rsid w:val="00060275"/>
    <w:rsid w:val="00060A4B"/>
    <w:rsid w:val="00060BB3"/>
    <w:rsid w:val="00064680"/>
    <w:rsid w:val="000668F0"/>
    <w:rsid w:val="000701A1"/>
    <w:rsid w:val="000716E1"/>
    <w:rsid w:val="00082826"/>
    <w:rsid w:val="00090EBA"/>
    <w:rsid w:val="00091DEC"/>
    <w:rsid w:val="00097305"/>
    <w:rsid w:val="000A400A"/>
    <w:rsid w:val="000A5B8E"/>
    <w:rsid w:val="000B0FD3"/>
    <w:rsid w:val="000B51B2"/>
    <w:rsid w:val="000B7ACD"/>
    <w:rsid w:val="000C390A"/>
    <w:rsid w:val="000C3D24"/>
    <w:rsid w:val="000D1102"/>
    <w:rsid w:val="000D4920"/>
    <w:rsid w:val="000D5284"/>
    <w:rsid w:val="000D6C9F"/>
    <w:rsid w:val="000D7D01"/>
    <w:rsid w:val="000E00FE"/>
    <w:rsid w:val="000E15A1"/>
    <w:rsid w:val="000E1EDB"/>
    <w:rsid w:val="000E20DC"/>
    <w:rsid w:val="000E2966"/>
    <w:rsid w:val="000E47BA"/>
    <w:rsid w:val="000E56CD"/>
    <w:rsid w:val="000F1A1E"/>
    <w:rsid w:val="000F1EEB"/>
    <w:rsid w:val="000F22B0"/>
    <w:rsid w:val="000F2EEB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612F"/>
    <w:rsid w:val="0014598B"/>
    <w:rsid w:val="00145A37"/>
    <w:rsid w:val="00146CFE"/>
    <w:rsid w:val="00147FD2"/>
    <w:rsid w:val="0015026C"/>
    <w:rsid w:val="00151CC2"/>
    <w:rsid w:val="00153050"/>
    <w:rsid w:val="00160C26"/>
    <w:rsid w:val="00160E5B"/>
    <w:rsid w:val="00161F02"/>
    <w:rsid w:val="00164054"/>
    <w:rsid w:val="00165180"/>
    <w:rsid w:val="0017468C"/>
    <w:rsid w:val="0017588A"/>
    <w:rsid w:val="00180D6A"/>
    <w:rsid w:val="001851B0"/>
    <w:rsid w:val="0019094A"/>
    <w:rsid w:val="00191E91"/>
    <w:rsid w:val="0019431A"/>
    <w:rsid w:val="001A39CC"/>
    <w:rsid w:val="001A47A4"/>
    <w:rsid w:val="001B1C0A"/>
    <w:rsid w:val="001B1F13"/>
    <w:rsid w:val="001B7964"/>
    <w:rsid w:val="001C3273"/>
    <w:rsid w:val="001C35A2"/>
    <w:rsid w:val="001C4485"/>
    <w:rsid w:val="001C4AB3"/>
    <w:rsid w:val="001C61AC"/>
    <w:rsid w:val="001D3FB6"/>
    <w:rsid w:val="001E12C4"/>
    <w:rsid w:val="001E638A"/>
    <w:rsid w:val="001F14A2"/>
    <w:rsid w:val="001F3F21"/>
    <w:rsid w:val="001F4A92"/>
    <w:rsid w:val="001F7272"/>
    <w:rsid w:val="002019D5"/>
    <w:rsid w:val="00204E1A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5A1C"/>
    <w:rsid w:val="00250A2E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85046"/>
    <w:rsid w:val="00293957"/>
    <w:rsid w:val="00296FDD"/>
    <w:rsid w:val="002A4BA9"/>
    <w:rsid w:val="002A530E"/>
    <w:rsid w:val="002A74CB"/>
    <w:rsid w:val="002B4DBB"/>
    <w:rsid w:val="002B5C06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E7EC4"/>
    <w:rsid w:val="002F15A2"/>
    <w:rsid w:val="002F1E7C"/>
    <w:rsid w:val="002F2BD0"/>
    <w:rsid w:val="00301365"/>
    <w:rsid w:val="0030403E"/>
    <w:rsid w:val="00304163"/>
    <w:rsid w:val="00306100"/>
    <w:rsid w:val="00307162"/>
    <w:rsid w:val="003266FB"/>
    <w:rsid w:val="0033634A"/>
    <w:rsid w:val="0033793E"/>
    <w:rsid w:val="003415BD"/>
    <w:rsid w:val="0034239D"/>
    <w:rsid w:val="00343D1C"/>
    <w:rsid w:val="003519AE"/>
    <w:rsid w:val="00361E32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5014"/>
    <w:rsid w:val="003A6A9B"/>
    <w:rsid w:val="003B283B"/>
    <w:rsid w:val="003B367D"/>
    <w:rsid w:val="003C2DA8"/>
    <w:rsid w:val="003C4A38"/>
    <w:rsid w:val="003C7FB0"/>
    <w:rsid w:val="003D0909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DFC"/>
    <w:rsid w:val="00406DE5"/>
    <w:rsid w:val="00416A18"/>
    <w:rsid w:val="00426905"/>
    <w:rsid w:val="00432B6A"/>
    <w:rsid w:val="00434ECE"/>
    <w:rsid w:val="00434FD0"/>
    <w:rsid w:val="00436F57"/>
    <w:rsid w:val="00440574"/>
    <w:rsid w:val="00447967"/>
    <w:rsid w:val="00451BBC"/>
    <w:rsid w:val="00452049"/>
    <w:rsid w:val="00460F51"/>
    <w:rsid w:val="00462B44"/>
    <w:rsid w:val="00464A32"/>
    <w:rsid w:val="0047004A"/>
    <w:rsid w:val="0049069D"/>
    <w:rsid w:val="00495E71"/>
    <w:rsid w:val="004964F8"/>
    <w:rsid w:val="004966EE"/>
    <w:rsid w:val="00496C1D"/>
    <w:rsid w:val="004A2B5E"/>
    <w:rsid w:val="004A312D"/>
    <w:rsid w:val="004A33E8"/>
    <w:rsid w:val="004A4A9C"/>
    <w:rsid w:val="004A79DC"/>
    <w:rsid w:val="004B44D8"/>
    <w:rsid w:val="004C7081"/>
    <w:rsid w:val="004D1D5D"/>
    <w:rsid w:val="004D52F5"/>
    <w:rsid w:val="004D67FE"/>
    <w:rsid w:val="004E09BD"/>
    <w:rsid w:val="004E0FB4"/>
    <w:rsid w:val="004E20C8"/>
    <w:rsid w:val="004E4343"/>
    <w:rsid w:val="004F0CCD"/>
    <w:rsid w:val="004F6F54"/>
    <w:rsid w:val="005007E5"/>
    <w:rsid w:val="005068B9"/>
    <w:rsid w:val="005079FD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5232"/>
    <w:rsid w:val="005926DB"/>
    <w:rsid w:val="005A0C36"/>
    <w:rsid w:val="005A111B"/>
    <w:rsid w:val="005A57AB"/>
    <w:rsid w:val="005A58A1"/>
    <w:rsid w:val="005B4128"/>
    <w:rsid w:val="005C4898"/>
    <w:rsid w:val="005C4B0C"/>
    <w:rsid w:val="005D0398"/>
    <w:rsid w:val="005D0C5B"/>
    <w:rsid w:val="005D1737"/>
    <w:rsid w:val="005D3BC3"/>
    <w:rsid w:val="005E021A"/>
    <w:rsid w:val="005E2A5D"/>
    <w:rsid w:val="005E2D77"/>
    <w:rsid w:val="005E4C63"/>
    <w:rsid w:val="005E7D8F"/>
    <w:rsid w:val="00614B00"/>
    <w:rsid w:val="00620CEA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DC"/>
    <w:rsid w:val="00672F02"/>
    <w:rsid w:val="0068164C"/>
    <w:rsid w:val="00686D2E"/>
    <w:rsid w:val="00694ECC"/>
    <w:rsid w:val="006A03D0"/>
    <w:rsid w:val="006A1966"/>
    <w:rsid w:val="006A6278"/>
    <w:rsid w:val="006D0C62"/>
    <w:rsid w:val="006D14BF"/>
    <w:rsid w:val="006D5D10"/>
    <w:rsid w:val="006E3335"/>
    <w:rsid w:val="006E5B24"/>
    <w:rsid w:val="006E6183"/>
    <w:rsid w:val="006F1F93"/>
    <w:rsid w:val="00703E2D"/>
    <w:rsid w:val="00707222"/>
    <w:rsid w:val="0071658F"/>
    <w:rsid w:val="007220D1"/>
    <w:rsid w:val="00722DB1"/>
    <w:rsid w:val="00724389"/>
    <w:rsid w:val="00727A16"/>
    <w:rsid w:val="00731C4F"/>
    <w:rsid w:val="00732765"/>
    <w:rsid w:val="0073705E"/>
    <w:rsid w:val="007417E5"/>
    <w:rsid w:val="007453E7"/>
    <w:rsid w:val="007466B4"/>
    <w:rsid w:val="007535B4"/>
    <w:rsid w:val="007536B5"/>
    <w:rsid w:val="00753BE3"/>
    <w:rsid w:val="007653DC"/>
    <w:rsid w:val="0077104F"/>
    <w:rsid w:val="0077400A"/>
    <w:rsid w:val="00774870"/>
    <w:rsid w:val="00782A15"/>
    <w:rsid w:val="00783518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4501"/>
    <w:rsid w:val="007C7DF6"/>
    <w:rsid w:val="007D07B3"/>
    <w:rsid w:val="007D7FDE"/>
    <w:rsid w:val="007E0628"/>
    <w:rsid w:val="007E0C43"/>
    <w:rsid w:val="007E4F70"/>
    <w:rsid w:val="007E59E1"/>
    <w:rsid w:val="007F36F2"/>
    <w:rsid w:val="008036B8"/>
    <w:rsid w:val="00812B30"/>
    <w:rsid w:val="008130BF"/>
    <w:rsid w:val="008249A6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75C0"/>
    <w:rsid w:val="0088022E"/>
    <w:rsid w:val="00881BBC"/>
    <w:rsid w:val="00885476"/>
    <w:rsid w:val="00886240"/>
    <w:rsid w:val="00895238"/>
    <w:rsid w:val="008A05C1"/>
    <w:rsid w:val="008A3F09"/>
    <w:rsid w:val="008A4490"/>
    <w:rsid w:val="008C5A09"/>
    <w:rsid w:val="008C68D3"/>
    <w:rsid w:val="008D1DE4"/>
    <w:rsid w:val="008D5423"/>
    <w:rsid w:val="008D70D9"/>
    <w:rsid w:val="008E4D90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6EA1"/>
    <w:rsid w:val="009170FD"/>
    <w:rsid w:val="009214E2"/>
    <w:rsid w:val="009217D6"/>
    <w:rsid w:val="00923B46"/>
    <w:rsid w:val="0092481B"/>
    <w:rsid w:val="0092642F"/>
    <w:rsid w:val="00941DB3"/>
    <w:rsid w:val="00954085"/>
    <w:rsid w:val="00956AA6"/>
    <w:rsid w:val="0095729D"/>
    <w:rsid w:val="00961DA1"/>
    <w:rsid w:val="00962F52"/>
    <w:rsid w:val="009720B5"/>
    <w:rsid w:val="00980453"/>
    <w:rsid w:val="009814D7"/>
    <w:rsid w:val="0098167D"/>
    <w:rsid w:val="0098566E"/>
    <w:rsid w:val="009869B0"/>
    <w:rsid w:val="00993324"/>
    <w:rsid w:val="00993D4E"/>
    <w:rsid w:val="00996744"/>
    <w:rsid w:val="00997802"/>
    <w:rsid w:val="009A0A54"/>
    <w:rsid w:val="009A60C2"/>
    <w:rsid w:val="009B5412"/>
    <w:rsid w:val="009B6601"/>
    <w:rsid w:val="009C140F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6BDD"/>
    <w:rsid w:val="00A10069"/>
    <w:rsid w:val="00A11FC3"/>
    <w:rsid w:val="00A1237B"/>
    <w:rsid w:val="00A138C7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2B6F"/>
    <w:rsid w:val="00A60941"/>
    <w:rsid w:val="00A6166A"/>
    <w:rsid w:val="00A65AA8"/>
    <w:rsid w:val="00A65F2A"/>
    <w:rsid w:val="00A678A6"/>
    <w:rsid w:val="00A73F60"/>
    <w:rsid w:val="00A744B7"/>
    <w:rsid w:val="00A77592"/>
    <w:rsid w:val="00A808D6"/>
    <w:rsid w:val="00A81D33"/>
    <w:rsid w:val="00A83A37"/>
    <w:rsid w:val="00A90243"/>
    <w:rsid w:val="00A93897"/>
    <w:rsid w:val="00A939A4"/>
    <w:rsid w:val="00AA2E79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6CF3"/>
    <w:rsid w:val="00B57A9E"/>
    <w:rsid w:val="00B60A9B"/>
    <w:rsid w:val="00B619D8"/>
    <w:rsid w:val="00B63D31"/>
    <w:rsid w:val="00B72B1D"/>
    <w:rsid w:val="00B75ED9"/>
    <w:rsid w:val="00B9270C"/>
    <w:rsid w:val="00B92A6A"/>
    <w:rsid w:val="00B93A06"/>
    <w:rsid w:val="00BA2A02"/>
    <w:rsid w:val="00BA3DB6"/>
    <w:rsid w:val="00BA7025"/>
    <w:rsid w:val="00BB0168"/>
    <w:rsid w:val="00BB1E14"/>
    <w:rsid w:val="00BB3E37"/>
    <w:rsid w:val="00BB6F02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5035"/>
    <w:rsid w:val="00C01082"/>
    <w:rsid w:val="00C03F66"/>
    <w:rsid w:val="00C07782"/>
    <w:rsid w:val="00C10811"/>
    <w:rsid w:val="00C11C60"/>
    <w:rsid w:val="00C153C5"/>
    <w:rsid w:val="00C172E4"/>
    <w:rsid w:val="00C27259"/>
    <w:rsid w:val="00C300FA"/>
    <w:rsid w:val="00C3040D"/>
    <w:rsid w:val="00C31E06"/>
    <w:rsid w:val="00C34F69"/>
    <w:rsid w:val="00C51349"/>
    <w:rsid w:val="00C52404"/>
    <w:rsid w:val="00C52E8B"/>
    <w:rsid w:val="00C61EF7"/>
    <w:rsid w:val="00C74564"/>
    <w:rsid w:val="00C82F61"/>
    <w:rsid w:val="00C8603A"/>
    <w:rsid w:val="00C9285C"/>
    <w:rsid w:val="00C94527"/>
    <w:rsid w:val="00CA502F"/>
    <w:rsid w:val="00CA7F9E"/>
    <w:rsid w:val="00CB051E"/>
    <w:rsid w:val="00CB3AF9"/>
    <w:rsid w:val="00CB3C13"/>
    <w:rsid w:val="00CB4D21"/>
    <w:rsid w:val="00CC0E4C"/>
    <w:rsid w:val="00CC3C35"/>
    <w:rsid w:val="00CC3D66"/>
    <w:rsid w:val="00CD0DF0"/>
    <w:rsid w:val="00CD10C5"/>
    <w:rsid w:val="00CE1F37"/>
    <w:rsid w:val="00CE509C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67BD"/>
    <w:rsid w:val="00D335EC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5F2D"/>
    <w:rsid w:val="00D86C0F"/>
    <w:rsid w:val="00D91E0A"/>
    <w:rsid w:val="00D92097"/>
    <w:rsid w:val="00D92C68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21D1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10A56"/>
    <w:rsid w:val="00E15B0E"/>
    <w:rsid w:val="00E20BAD"/>
    <w:rsid w:val="00E236ED"/>
    <w:rsid w:val="00E27494"/>
    <w:rsid w:val="00E331D4"/>
    <w:rsid w:val="00E408FA"/>
    <w:rsid w:val="00E42888"/>
    <w:rsid w:val="00E509E8"/>
    <w:rsid w:val="00E5583C"/>
    <w:rsid w:val="00E62DD7"/>
    <w:rsid w:val="00E653EC"/>
    <w:rsid w:val="00E77A9C"/>
    <w:rsid w:val="00E77B47"/>
    <w:rsid w:val="00E81706"/>
    <w:rsid w:val="00E9033D"/>
    <w:rsid w:val="00E90F1E"/>
    <w:rsid w:val="00E93D69"/>
    <w:rsid w:val="00E945DA"/>
    <w:rsid w:val="00EA01F3"/>
    <w:rsid w:val="00EA057D"/>
    <w:rsid w:val="00EA319A"/>
    <w:rsid w:val="00EA6DB9"/>
    <w:rsid w:val="00EB2C91"/>
    <w:rsid w:val="00EB731B"/>
    <w:rsid w:val="00EC0BB1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3E10"/>
    <w:rsid w:val="00EE4944"/>
    <w:rsid w:val="00F00481"/>
    <w:rsid w:val="00F019A8"/>
    <w:rsid w:val="00F10A84"/>
    <w:rsid w:val="00F1496C"/>
    <w:rsid w:val="00F15980"/>
    <w:rsid w:val="00F164C7"/>
    <w:rsid w:val="00F17E5E"/>
    <w:rsid w:val="00F204B5"/>
    <w:rsid w:val="00F25A10"/>
    <w:rsid w:val="00F3096C"/>
    <w:rsid w:val="00F3589E"/>
    <w:rsid w:val="00F41EDD"/>
    <w:rsid w:val="00F53138"/>
    <w:rsid w:val="00F56C19"/>
    <w:rsid w:val="00F57ECC"/>
    <w:rsid w:val="00F64FC0"/>
    <w:rsid w:val="00F71BF3"/>
    <w:rsid w:val="00F7410F"/>
    <w:rsid w:val="00F80575"/>
    <w:rsid w:val="00F817B9"/>
    <w:rsid w:val="00F82E06"/>
    <w:rsid w:val="00F8424B"/>
    <w:rsid w:val="00F87F81"/>
    <w:rsid w:val="00F907FB"/>
    <w:rsid w:val="00F92706"/>
    <w:rsid w:val="00F92C66"/>
    <w:rsid w:val="00F9632C"/>
    <w:rsid w:val="00FA23C2"/>
    <w:rsid w:val="00FA31D1"/>
    <w:rsid w:val="00FA5700"/>
    <w:rsid w:val="00FA6EC8"/>
    <w:rsid w:val="00FB177E"/>
    <w:rsid w:val="00FB2D17"/>
    <w:rsid w:val="00FC470F"/>
    <w:rsid w:val="00FC750D"/>
    <w:rsid w:val="00FD22DA"/>
    <w:rsid w:val="00FE183E"/>
    <w:rsid w:val="00FE373B"/>
    <w:rsid w:val="00FE5768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iPriority w:val="99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jdova@zsko68nj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irikovacik/Disk%20Google/_podano_ITI2/10879_OV_brezinova/10879_VZ/NS_03_kupni_smlouva_1cast_1087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NS_03_kupni_smlouva_1cast_10879.dotx</Template>
  <TotalTime>5</TotalTime>
  <Pages>4</Pages>
  <Words>1632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6</cp:revision>
  <cp:lastPrinted>2017-09-11T07:19:00Z</cp:lastPrinted>
  <dcterms:created xsi:type="dcterms:W3CDTF">2023-06-11T20:06:00Z</dcterms:created>
  <dcterms:modified xsi:type="dcterms:W3CDTF">2023-06-27T13:03:00Z</dcterms:modified>
</cp:coreProperties>
</file>